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3AE" w:rsidRPr="006E0AF9" w:rsidRDefault="00B823AE" w:rsidP="006E0AF9">
      <w:pPr>
        <w:spacing w:after="0"/>
        <w:jc w:val="right"/>
        <w:rPr>
          <w:rFonts w:ascii="Cambria" w:hAnsi="Cambria"/>
          <w:sz w:val="24"/>
          <w:szCs w:val="24"/>
          <w:lang w:val="ru-RU"/>
        </w:rPr>
      </w:pPr>
      <w:r w:rsidRPr="006E0AF9">
        <w:rPr>
          <w:rFonts w:ascii="Cambria" w:hAnsi="Cambria"/>
          <w:sz w:val="24"/>
          <w:szCs w:val="24"/>
          <w:lang w:val="ru-RU"/>
        </w:rPr>
        <w:t xml:space="preserve">ПОСТАНОВЛЕНИЕ </w:t>
      </w:r>
    </w:p>
    <w:p w:rsidR="00B823AE" w:rsidRPr="006E0AF9" w:rsidRDefault="00B823AE" w:rsidP="006E0AF9">
      <w:pPr>
        <w:spacing w:after="0"/>
        <w:jc w:val="right"/>
        <w:rPr>
          <w:rFonts w:ascii="Cambria" w:hAnsi="Cambria"/>
          <w:sz w:val="24"/>
          <w:szCs w:val="24"/>
          <w:lang w:val="ru-RU"/>
        </w:rPr>
      </w:pPr>
      <w:r w:rsidRPr="006E0AF9">
        <w:rPr>
          <w:rFonts w:ascii="Cambria" w:hAnsi="Cambria"/>
          <w:sz w:val="24"/>
          <w:szCs w:val="24"/>
          <w:lang w:val="ru-RU"/>
        </w:rPr>
        <w:t>Кабинета Министров</w:t>
      </w:r>
    </w:p>
    <w:p w:rsidR="00B823AE" w:rsidRDefault="00B823AE" w:rsidP="006E0AF9">
      <w:pPr>
        <w:spacing w:after="0"/>
        <w:jc w:val="right"/>
        <w:rPr>
          <w:rFonts w:ascii="Cambria" w:hAnsi="Cambria"/>
          <w:sz w:val="24"/>
          <w:szCs w:val="24"/>
          <w:lang w:val="ru-RU"/>
        </w:rPr>
      </w:pPr>
      <w:r w:rsidRPr="006E0AF9">
        <w:rPr>
          <w:rFonts w:ascii="Cambria" w:hAnsi="Cambria"/>
          <w:sz w:val="24"/>
          <w:szCs w:val="24"/>
          <w:lang w:val="ru-RU"/>
        </w:rPr>
        <w:t>Республики Узбекистан</w:t>
      </w:r>
    </w:p>
    <w:p w:rsidR="00B823AE" w:rsidRPr="006E0AF9" w:rsidRDefault="00B823AE" w:rsidP="006E0AF9">
      <w:pPr>
        <w:spacing w:after="0"/>
        <w:jc w:val="right"/>
        <w:rPr>
          <w:rFonts w:ascii="Cambria" w:hAnsi="Cambria"/>
          <w:sz w:val="24"/>
          <w:szCs w:val="24"/>
          <w:lang w:val="ru-RU"/>
        </w:rPr>
      </w:pPr>
    </w:p>
    <w:p w:rsidR="00B823AE" w:rsidRDefault="00B823AE" w:rsidP="00C91E40">
      <w:pPr>
        <w:spacing w:after="0"/>
        <w:jc w:val="right"/>
        <w:rPr>
          <w:rFonts w:ascii="Cambria" w:hAnsi="Cambria"/>
          <w:sz w:val="24"/>
          <w:szCs w:val="24"/>
          <w:lang w:val="ru-RU"/>
        </w:rPr>
      </w:pPr>
      <w:r w:rsidRPr="006E0AF9">
        <w:rPr>
          <w:rFonts w:ascii="Cambria" w:hAnsi="Cambria"/>
          <w:sz w:val="24"/>
          <w:szCs w:val="24"/>
          <w:lang w:val="ru-RU"/>
        </w:rPr>
        <w:t xml:space="preserve">«22» июля 2013г. </w:t>
      </w:r>
      <w:r>
        <w:rPr>
          <w:rFonts w:ascii="Cambria" w:hAnsi="Cambria"/>
          <w:sz w:val="24"/>
          <w:szCs w:val="24"/>
          <w:lang w:val="ru-RU"/>
        </w:rPr>
        <w:t xml:space="preserve">                               </w:t>
      </w:r>
      <w:r w:rsidRPr="006E0AF9">
        <w:rPr>
          <w:rFonts w:ascii="Cambria" w:hAnsi="Cambria"/>
          <w:sz w:val="24"/>
          <w:szCs w:val="24"/>
          <w:lang w:val="ru-RU"/>
        </w:rPr>
        <w:t xml:space="preserve"> </w:t>
      </w:r>
      <w:r>
        <w:rPr>
          <w:rFonts w:ascii="Cambria" w:hAnsi="Cambria"/>
          <w:sz w:val="24"/>
          <w:szCs w:val="24"/>
          <w:lang w:val="ru-RU"/>
        </w:rPr>
        <w:t xml:space="preserve"> </w:t>
      </w:r>
      <w:r w:rsidRPr="006E0AF9">
        <w:rPr>
          <w:rFonts w:ascii="Cambria" w:hAnsi="Cambria"/>
          <w:sz w:val="24"/>
          <w:szCs w:val="24"/>
          <w:lang w:val="ru-RU"/>
        </w:rPr>
        <w:t xml:space="preserve">  №204                      </w:t>
      </w:r>
      <w:r>
        <w:rPr>
          <w:rFonts w:ascii="Cambria" w:hAnsi="Cambria"/>
          <w:sz w:val="24"/>
          <w:szCs w:val="24"/>
          <w:lang w:val="ru-RU"/>
        </w:rPr>
        <w:t xml:space="preserve">                               Тошкент  ш.- </w:t>
      </w:r>
      <w:r w:rsidRPr="006E0AF9">
        <w:rPr>
          <w:rFonts w:ascii="Cambria" w:hAnsi="Cambria"/>
          <w:sz w:val="24"/>
          <w:szCs w:val="24"/>
          <w:lang w:val="ru-RU"/>
        </w:rPr>
        <w:t>г. Ташкент</w:t>
      </w:r>
    </w:p>
    <w:p w:rsidR="00B823AE" w:rsidRPr="006E0AF9" w:rsidRDefault="00B823AE" w:rsidP="00C91E40">
      <w:pPr>
        <w:spacing w:after="0"/>
        <w:rPr>
          <w:rFonts w:ascii="Cambria" w:hAnsi="Cambria"/>
          <w:sz w:val="24"/>
          <w:szCs w:val="24"/>
          <w:lang w:val="ru-RU"/>
        </w:rPr>
      </w:pPr>
    </w:p>
    <w:p w:rsidR="00B823AE" w:rsidRDefault="00B823AE" w:rsidP="006E0AF9">
      <w:pPr>
        <w:spacing w:after="0"/>
        <w:jc w:val="right"/>
        <w:rPr>
          <w:rFonts w:ascii="Cambria" w:hAnsi="Cambria"/>
          <w:sz w:val="24"/>
          <w:szCs w:val="24"/>
          <w:lang w:val="ru-RU"/>
        </w:rPr>
      </w:pPr>
    </w:p>
    <w:p w:rsidR="00B823AE" w:rsidRPr="00A04BE7" w:rsidRDefault="00B823AE" w:rsidP="006E0AF9">
      <w:pPr>
        <w:spacing w:after="0"/>
        <w:jc w:val="center"/>
        <w:rPr>
          <w:rFonts w:ascii="Cambria" w:hAnsi="Cambria"/>
          <w:b/>
          <w:sz w:val="24"/>
          <w:szCs w:val="24"/>
          <w:lang w:val="ru-RU"/>
        </w:rPr>
      </w:pPr>
      <w:r w:rsidRPr="00A04BE7">
        <w:rPr>
          <w:rFonts w:ascii="Cambria" w:hAnsi="Cambria"/>
          <w:b/>
          <w:sz w:val="24"/>
          <w:szCs w:val="24"/>
          <w:lang w:val="ru-RU"/>
        </w:rPr>
        <w:t>О мерах по дальнейшему совершенствованию порядка обеспечения лекарственными средствами отдельных к</w:t>
      </w:r>
      <w:r>
        <w:rPr>
          <w:rFonts w:ascii="Cambria" w:hAnsi="Cambria"/>
          <w:b/>
          <w:sz w:val="24"/>
          <w:szCs w:val="24"/>
          <w:lang w:val="ru-RU"/>
        </w:rPr>
        <w:t>атегорий лиц на льготной основе</w:t>
      </w:r>
    </w:p>
    <w:p w:rsidR="00B823AE" w:rsidRDefault="00B823AE" w:rsidP="006E0AF9">
      <w:pPr>
        <w:spacing w:after="0"/>
        <w:jc w:val="center"/>
        <w:rPr>
          <w:rFonts w:ascii="Cambria" w:hAnsi="Cambria"/>
          <w:sz w:val="24"/>
          <w:szCs w:val="24"/>
          <w:lang w:val="ru-RU"/>
        </w:rPr>
      </w:pPr>
    </w:p>
    <w:p w:rsidR="00B823AE" w:rsidRDefault="00B823AE" w:rsidP="00A04BE7">
      <w:pPr>
        <w:spacing w:after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          В соответствии с законами Республики Узбекистан «Об охране здоровья граждан» и «О лекарственных средствах и фармацевтической деятельности», а также в целях дальнейшего совершенствования порядка обеспечения лекарственными средствами отдельных категорий лиц на льготной основе Кабинет Министров постановляет:</w:t>
      </w:r>
    </w:p>
    <w:p w:rsidR="00B823AE" w:rsidRDefault="00B823AE" w:rsidP="00A04BE7">
      <w:pPr>
        <w:spacing w:after="0"/>
        <w:rPr>
          <w:rFonts w:ascii="Cambria" w:hAnsi="Cambria"/>
          <w:sz w:val="24"/>
          <w:szCs w:val="24"/>
          <w:lang w:val="ru-RU"/>
        </w:rPr>
      </w:pPr>
    </w:p>
    <w:p w:rsidR="00B823AE" w:rsidRDefault="00B823AE" w:rsidP="005C533C">
      <w:pPr>
        <w:pStyle w:val="ListParagraph"/>
        <w:numPr>
          <w:ilvl w:val="0"/>
          <w:numId w:val="12"/>
        </w:numPr>
        <w:spacing w:after="0"/>
        <w:rPr>
          <w:rFonts w:ascii="Cambria" w:hAnsi="Cambria"/>
          <w:sz w:val="24"/>
          <w:szCs w:val="24"/>
          <w:lang w:val="ru-RU"/>
        </w:rPr>
      </w:pPr>
      <w:r w:rsidRPr="005C533C">
        <w:rPr>
          <w:rFonts w:ascii="Cambria" w:hAnsi="Cambria"/>
          <w:sz w:val="24"/>
          <w:szCs w:val="24"/>
          <w:lang w:val="ru-RU"/>
        </w:rPr>
        <w:t>Утвердить и ввести в действие с 1 сентября 2013 года:</w:t>
      </w:r>
    </w:p>
    <w:p w:rsidR="00B823AE" w:rsidRDefault="00B823AE" w:rsidP="00003973">
      <w:pPr>
        <w:pStyle w:val="ListParagraph"/>
        <w:spacing w:after="0"/>
        <w:ind w:left="525"/>
        <w:rPr>
          <w:rFonts w:ascii="Cambria" w:hAnsi="Cambria"/>
          <w:sz w:val="24"/>
          <w:szCs w:val="24"/>
          <w:lang w:val="ru-RU"/>
        </w:rPr>
      </w:pPr>
    </w:p>
    <w:p w:rsidR="00B823AE" w:rsidRDefault="00B823AE" w:rsidP="00A04BE7">
      <w:pPr>
        <w:spacing w:after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           Перечень категорий лиц, имеющих право на льготное обеспечение лекарственными средствами при амбулаторном лечении, согласно приложению №1;</w:t>
      </w:r>
    </w:p>
    <w:p w:rsidR="00B823AE" w:rsidRDefault="00B823AE" w:rsidP="00A04BE7">
      <w:pPr>
        <w:spacing w:after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            Положение о порядке льготного обеспечения лекарственными средствами отдельных  категорий лиц при амбулаторном лечении согласно приложению №2.</w:t>
      </w:r>
    </w:p>
    <w:p w:rsidR="00B823AE" w:rsidRDefault="00B823AE" w:rsidP="00A04BE7">
      <w:pPr>
        <w:spacing w:after="0"/>
        <w:rPr>
          <w:rFonts w:ascii="Cambria" w:hAnsi="Cambria"/>
          <w:sz w:val="24"/>
          <w:szCs w:val="24"/>
          <w:lang w:val="ru-RU"/>
        </w:rPr>
      </w:pPr>
    </w:p>
    <w:p w:rsidR="00B823AE" w:rsidRDefault="00B823AE" w:rsidP="00A04BE7">
      <w:pPr>
        <w:spacing w:after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           2.  Министерству здравоохранения Республики Узбекистан обеспечить:</w:t>
      </w:r>
    </w:p>
    <w:p w:rsidR="00B823AE" w:rsidRDefault="00B823AE" w:rsidP="00A04BE7">
      <w:pPr>
        <w:spacing w:after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           доведение утвержденных настоящим постановлением Перечня и Положения до сведения медицинских учреждений государственной системы здравоохранения и аптечных учреждений;</w:t>
      </w:r>
    </w:p>
    <w:p w:rsidR="00B823AE" w:rsidRDefault="00B823AE" w:rsidP="00A04BE7">
      <w:pPr>
        <w:spacing w:after="0"/>
        <w:rPr>
          <w:rFonts w:ascii="Cambria" w:hAnsi="Cambria"/>
          <w:sz w:val="24"/>
          <w:szCs w:val="24"/>
          <w:lang w:val="ru-RU"/>
        </w:rPr>
      </w:pPr>
    </w:p>
    <w:p w:rsidR="00B823AE" w:rsidRDefault="00B823AE" w:rsidP="00A04BE7">
      <w:pPr>
        <w:spacing w:after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           в месячный срок совместно с Министерством финансов утверждение перечня лекарственных средств, предназначенных для льготного обеспечения при амбулаторном лечении, а также приведение ведомственных нормативно-правовых актов в соответствие с настоящим постановлением;</w:t>
      </w:r>
    </w:p>
    <w:p w:rsidR="00B823AE" w:rsidRDefault="00B823AE" w:rsidP="00A04BE7">
      <w:pPr>
        <w:spacing w:after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          контроль  за соблюдением медицинскими учреждениями государственной системы здравоохранения и аптечными учреждениями требований настоящего постановления.</w:t>
      </w:r>
    </w:p>
    <w:p w:rsidR="00B823AE" w:rsidRDefault="00B823AE" w:rsidP="00A04BE7">
      <w:pPr>
        <w:spacing w:after="0"/>
        <w:rPr>
          <w:rFonts w:ascii="Cambria" w:hAnsi="Cambria"/>
          <w:sz w:val="24"/>
          <w:szCs w:val="24"/>
          <w:lang w:val="ru-RU"/>
        </w:rPr>
      </w:pPr>
    </w:p>
    <w:p w:rsidR="00B823AE" w:rsidRDefault="00B823AE" w:rsidP="00A04BE7">
      <w:pPr>
        <w:spacing w:after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           3.  Внести изменения в постановление Кабинета Министров от 6 августа 1994г. </w:t>
      </w:r>
    </w:p>
    <w:p w:rsidR="00B823AE" w:rsidRDefault="00B823AE" w:rsidP="00A04BE7">
      <w:pPr>
        <w:spacing w:after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№404 «О неотложных мерах по улучшению снабжения и распределения лекарственных средств и изделий медицинского назначения в республике» согласно приложению №3.</w:t>
      </w:r>
    </w:p>
    <w:p w:rsidR="00B823AE" w:rsidRDefault="00B823AE" w:rsidP="00A04BE7">
      <w:pPr>
        <w:spacing w:after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            Признать утратившим силу некоторые решения Правительства Республики Узбекистан согласно приложению №4.</w:t>
      </w:r>
    </w:p>
    <w:p w:rsidR="00B823AE" w:rsidRDefault="00B823AE" w:rsidP="00A04BE7">
      <w:pPr>
        <w:spacing w:after="0"/>
        <w:rPr>
          <w:rFonts w:ascii="Cambria" w:hAnsi="Cambria"/>
          <w:sz w:val="24"/>
          <w:szCs w:val="24"/>
          <w:lang w:val="ru-RU"/>
        </w:rPr>
      </w:pPr>
    </w:p>
    <w:p w:rsidR="00B823AE" w:rsidRDefault="00B823AE" w:rsidP="00A04BE7">
      <w:pPr>
        <w:spacing w:after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            4. Контроль за исполнением настоящего постановления возложить на  Заместителя Премьер-министра Республики Узбекистан Икрамова А.И.</w:t>
      </w:r>
    </w:p>
    <w:p w:rsidR="00B823AE" w:rsidRDefault="00B823AE" w:rsidP="00A04BE7">
      <w:pPr>
        <w:spacing w:after="0"/>
        <w:rPr>
          <w:rFonts w:ascii="Cambria" w:hAnsi="Cambria"/>
          <w:sz w:val="24"/>
          <w:szCs w:val="24"/>
          <w:lang w:val="ru-RU"/>
        </w:rPr>
      </w:pPr>
    </w:p>
    <w:p w:rsidR="00B823AE" w:rsidRDefault="00B823AE" w:rsidP="002C2A81">
      <w:pPr>
        <w:spacing w:after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                             Премьер-министр</w:t>
      </w:r>
    </w:p>
    <w:p w:rsidR="00B823AE" w:rsidRDefault="00B823AE" w:rsidP="002C2A81">
      <w:pPr>
        <w:spacing w:after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                       Республики Узбекистан                                                                         Ш. Мирзиёев</w:t>
      </w:r>
    </w:p>
    <w:p w:rsidR="00B823AE" w:rsidRDefault="00B823AE" w:rsidP="002C2A81">
      <w:pPr>
        <w:spacing w:after="0"/>
        <w:rPr>
          <w:rFonts w:ascii="Cambria" w:hAnsi="Cambria"/>
          <w:sz w:val="24"/>
          <w:szCs w:val="24"/>
          <w:lang w:val="ru-RU"/>
        </w:rPr>
      </w:pPr>
    </w:p>
    <w:p w:rsidR="00B823AE" w:rsidRDefault="00B823AE" w:rsidP="007D7FD1">
      <w:pPr>
        <w:spacing w:after="0"/>
        <w:jc w:val="right"/>
        <w:rPr>
          <w:rFonts w:ascii="Cambria" w:hAnsi="Cambria"/>
          <w:sz w:val="24"/>
          <w:szCs w:val="24"/>
          <w:lang w:val="ru-RU"/>
        </w:rPr>
      </w:pPr>
    </w:p>
    <w:p w:rsidR="00B823AE" w:rsidRDefault="00B823AE" w:rsidP="007D7FD1">
      <w:pPr>
        <w:spacing w:after="0"/>
        <w:jc w:val="right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Приложение №1</w:t>
      </w:r>
    </w:p>
    <w:p w:rsidR="00B823AE" w:rsidRDefault="00B823AE" w:rsidP="007D7FD1">
      <w:pPr>
        <w:spacing w:after="0"/>
        <w:jc w:val="right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 к постановлению Кабинета Министров</w:t>
      </w:r>
    </w:p>
    <w:p w:rsidR="00B823AE" w:rsidRDefault="00B823AE" w:rsidP="007D7FD1">
      <w:pPr>
        <w:spacing w:after="0"/>
        <w:jc w:val="right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от 22 июля 2013г. №204</w:t>
      </w:r>
    </w:p>
    <w:p w:rsidR="00B823AE" w:rsidRDefault="00B823AE" w:rsidP="007D7FD1">
      <w:pPr>
        <w:spacing w:after="0"/>
        <w:jc w:val="right"/>
        <w:rPr>
          <w:rFonts w:ascii="Cambria" w:hAnsi="Cambria"/>
          <w:sz w:val="24"/>
          <w:szCs w:val="24"/>
          <w:lang w:val="ru-RU"/>
        </w:rPr>
      </w:pPr>
    </w:p>
    <w:p w:rsidR="00B823AE" w:rsidRDefault="00B823AE" w:rsidP="007D7FD1">
      <w:pPr>
        <w:spacing w:after="0"/>
        <w:jc w:val="center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Перечень</w:t>
      </w:r>
    </w:p>
    <w:p w:rsidR="00B823AE" w:rsidRDefault="00B823AE" w:rsidP="007D7FD1">
      <w:pPr>
        <w:spacing w:after="0"/>
        <w:jc w:val="center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Категорий лиц, имеющих право на льготное обеспечение лекарственными средствами при амбулаторном лечении</w:t>
      </w:r>
    </w:p>
    <w:p w:rsidR="00B823AE" w:rsidRDefault="00B823AE" w:rsidP="007D7FD1">
      <w:pPr>
        <w:spacing w:after="0"/>
        <w:jc w:val="center"/>
        <w:rPr>
          <w:rFonts w:ascii="Cambria" w:hAnsi="Cambria"/>
          <w:sz w:val="24"/>
          <w:szCs w:val="24"/>
          <w:lang w:val="ru-RU"/>
        </w:rPr>
      </w:pPr>
    </w:p>
    <w:p w:rsidR="00B823AE" w:rsidRDefault="00B823AE" w:rsidP="007D7FD1">
      <w:pPr>
        <w:pStyle w:val="ListParagraph"/>
        <w:numPr>
          <w:ilvl w:val="0"/>
          <w:numId w:val="1"/>
        </w:numPr>
        <w:spacing w:after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Больные онкологическими заболеваниями.</w:t>
      </w:r>
    </w:p>
    <w:p w:rsidR="00B823AE" w:rsidRDefault="00B823AE" w:rsidP="007D7FD1">
      <w:pPr>
        <w:pStyle w:val="ListParagraph"/>
        <w:numPr>
          <w:ilvl w:val="0"/>
          <w:numId w:val="1"/>
        </w:numPr>
        <w:spacing w:after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Больные туберкулёзом.</w:t>
      </w:r>
    </w:p>
    <w:p w:rsidR="00B823AE" w:rsidRDefault="00B823AE" w:rsidP="007D7FD1">
      <w:pPr>
        <w:pStyle w:val="ListParagraph"/>
        <w:numPr>
          <w:ilvl w:val="0"/>
          <w:numId w:val="1"/>
        </w:numPr>
        <w:spacing w:after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Больные лепрой.</w:t>
      </w:r>
    </w:p>
    <w:p w:rsidR="00B823AE" w:rsidRDefault="00B823AE" w:rsidP="007D7FD1">
      <w:pPr>
        <w:pStyle w:val="ListParagraph"/>
        <w:numPr>
          <w:ilvl w:val="0"/>
          <w:numId w:val="1"/>
        </w:numPr>
        <w:spacing w:after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Больные эндокринологическими заболеваниями (сахарным и несахарным диабетом).</w:t>
      </w:r>
    </w:p>
    <w:p w:rsidR="00B823AE" w:rsidRDefault="00B823AE" w:rsidP="007D7FD1">
      <w:pPr>
        <w:pStyle w:val="ListParagraph"/>
        <w:numPr>
          <w:ilvl w:val="0"/>
          <w:numId w:val="1"/>
        </w:numPr>
        <w:spacing w:after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Больные психическими заболеваниями.</w:t>
      </w:r>
    </w:p>
    <w:p w:rsidR="00B823AE" w:rsidRDefault="00B823AE" w:rsidP="007D7FD1">
      <w:pPr>
        <w:pStyle w:val="ListParagraph"/>
        <w:numPr>
          <w:ilvl w:val="0"/>
          <w:numId w:val="1"/>
        </w:numPr>
        <w:spacing w:after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ВИЧ-инфицированные.</w:t>
      </w:r>
    </w:p>
    <w:p w:rsidR="00B823AE" w:rsidRDefault="00B823AE" w:rsidP="007D7FD1">
      <w:pPr>
        <w:pStyle w:val="ListParagraph"/>
        <w:numPr>
          <w:ilvl w:val="0"/>
          <w:numId w:val="1"/>
        </w:numPr>
        <w:spacing w:after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Лица, перенесшие операцию по протезированию клапана сердца и пересадке органов.</w:t>
      </w:r>
    </w:p>
    <w:p w:rsidR="00B823AE" w:rsidRDefault="00B823AE" w:rsidP="007D7FD1">
      <w:pPr>
        <w:pStyle w:val="ListParagraph"/>
        <w:numPr>
          <w:ilvl w:val="0"/>
          <w:numId w:val="1"/>
        </w:numPr>
        <w:spacing w:after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Одинокие пенсионеры, нуждающиеся в постороннем уходе.</w:t>
      </w:r>
    </w:p>
    <w:p w:rsidR="00B823AE" w:rsidRDefault="00B823AE" w:rsidP="007D7FD1">
      <w:pPr>
        <w:pStyle w:val="ListParagraph"/>
        <w:numPr>
          <w:ilvl w:val="0"/>
          <w:numId w:val="1"/>
        </w:numPr>
        <w:spacing w:after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Участники и инвалиды войны 1941-1945 годов, а также приравненные к ним лица.</w:t>
      </w:r>
    </w:p>
    <w:p w:rsidR="00B823AE" w:rsidRDefault="00B823AE" w:rsidP="007D7FD1">
      <w:pPr>
        <w:pStyle w:val="ListParagraph"/>
        <w:numPr>
          <w:ilvl w:val="0"/>
          <w:numId w:val="1"/>
        </w:numPr>
        <w:spacing w:after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Участники трудового фронта в годы войны 1941-1945 годов.</w:t>
      </w:r>
    </w:p>
    <w:p w:rsidR="00B823AE" w:rsidRDefault="00B823AE" w:rsidP="007D7FD1">
      <w:pPr>
        <w:pStyle w:val="ListParagraph"/>
        <w:numPr>
          <w:ilvl w:val="0"/>
          <w:numId w:val="1"/>
        </w:numPr>
        <w:spacing w:after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Инвалиды из числа лиц, принимавших участие в ликвидации аварии на Чернобыльской АЭС.</w:t>
      </w:r>
    </w:p>
    <w:p w:rsidR="00B823AE" w:rsidRDefault="00B823AE" w:rsidP="007D7FD1">
      <w:pPr>
        <w:pStyle w:val="ListParagraph"/>
        <w:numPr>
          <w:ilvl w:val="0"/>
          <w:numId w:val="1"/>
        </w:numPr>
        <w:spacing w:after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Воины-интернационалисты.</w:t>
      </w:r>
    </w:p>
    <w:p w:rsidR="00B823AE" w:rsidRPr="007D7FD1" w:rsidRDefault="00B823AE" w:rsidP="007D7FD1">
      <w:pPr>
        <w:pStyle w:val="ListParagraph"/>
        <w:numPr>
          <w:ilvl w:val="0"/>
          <w:numId w:val="1"/>
        </w:numPr>
        <w:spacing w:after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Лица пенсионного возраста, проходившие военную службу на ядерных полигонах и других радиационно-ядерных объектах.</w:t>
      </w:r>
    </w:p>
    <w:p w:rsidR="00B823AE" w:rsidRDefault="00B823AE" w:rsidP="002C2A81">
      <w:pPr>
        <w:spacing w:after="0"/>
        <w:rPr>
          <w:rFonts w:ascii="Cambria" w:hAnsi="Cambria"/>
          <w:sz w:val="24"/>
          <w:szCs w:val="24"/>
          <w:lang w:val="ru-RU"/>
        </w:rPr>
      </w:pPr>
    </w:p>
    <w:p w:rsidR="00B823AE" w:rsidRDefault="00B823AE" w:rsidP="002C2A81">
      <w:pPr>
        <w:spacing w:after="0"/>
        <w:rPr>
          <w:rFonts w:ascii="Cambria" w:hAnsi="Cambria"/>
          <w:sz w:val="24"/>
          <w:szCs w:val="24"/>
          <w:lang w:val="ru-RU"/>
        </w:rPr>
      </w:pPr>
    </w:p>
    <w:p w:rsidR="00B823AE" w:rsidRDefault="00B823AE" w:rsidP="002C2A81">
      <w:pPr>
        <w:spacing w:after="0"/>
        <w:rPr>
          <w:rFonts w:ascii="Cambria" w:hAnsi="Cambria"/>
          <w:sz w:val="24"/>
          <w:szCs w:val="24"/>
          <w:lang w:val="ru-RU"/>
        </w:rPr>
      </w:pPr>
    </w:p>
    <w:p w:rsidR="00B823AE" w:rsidRDefault="00B823AE" w:rsidP="002C2A81">
      <w:pPr>
        <w:spacing w:after="0"/>
        <w:rPr>
          <w:rFonts w:ascii="Cambria" w:hAnsi="Cambria"/>
          <w:sz w:val="24"/>
          <w:szCs w:val="24"/>
          <w:lang w:val="ru-RU"/>
        </w:rPr>
      </w:pPr>
    </w:p>
    <w:p w:rsidR="00B823AE" w:rsidRDefault="00B823AE" w:rsidP="002C2A81">
      <w:pPr>
        <w:spacing w:after="0"/>
        <w:rPr>
          <w:rFonts w:ascii="Cambria" w:hAnsi="Cambria"/>
          <w:sz w:val="24"/>
          <w:szCs w:val="24"/>
          <w:lang w:val="ru-RU"/>
        </w:rPr>
      </w:pPr>
    </w:p>
    <w:p w:rsidR="00B823AE" w:rsidRDefault="00B823AE" w:rsidP="002C2A81">
      <w:pPr>
        <w:spacing w:after="0"/>
        <w:rPr>
          <w:rFonts w:ascii="Cambria" w:hAnsi="Cambria"/>
          <w:sz w:val="24"/>
          <w:szCs w:val="24"/>
          <w:lang w:val="ru-RU"/>
        </w:rPr>
      </w:pPr>
    </w:p>
    <w:p w:rsidR="00B823AE" w:rsidRDefault="00B823AE" w:rsidP="002C2A81">
      <w:pPr>
        <w:spacing w:after="0"/>
        <w:rPr>
          <w:rFonts w:ascii="Cambria" w:hAnsi="Cambria"/>
          <w:sz w:val="24"/>
          <w:szCs w:val="24"/>
          <w:lang w:val="ru-RU"/>
        </w:rPr>
      </w:pPr>
    </w:p>
    <w:p w:rsidR="00B823AE" w:rsidRDefault="00B823AE" w:rsidP="002C2A81">
      <w:pPr>
        <w:spacing w:after="0"/>
        <w:rPr>
          <w:rFonts w:ascii="Cambria" w:hAnsi="Cambria"/>
          <w:sz w:val="24"/>
          <w:szCs w:val="24"/>
          <w:lang w:val="ru-RU"/>
        </w:rPr>
      </w:pPr>
    </w:p>
    <w:p w:rsidR="00B823AE" w:rsidRDefault="00B823AE" w:rsidP="002C2A81">
      <w:pPr>
        <w:spacing w:after="0"/>
        <w:rPr>
          <w:rFonts w:ascii="Cambria" w:hAnsi="Cambria"/>
          <w:sz w:val="24"/>
          <w:szCs w:val="24"/>
          <w:lang w:val="ru-RU"/>
        </w:rPr>
      </w:pPr>
    </w:p>
    <w:p w:rsidR="00B823AE" w:rsidRDefault="00B823AE" w:rsidP="002C2A81">
      <w:pPr>
        <w:spacing w:after="0"/>
        <w:rPr>
          <w:rFonts w:ascii="Cambria" w:hAnsi="Cambria"/>
          <w:sz w:val="24"/>
          <w:szCs w:val="24"/>
          <w:lang w:val="ru-RU"/>
        </w:rPr>
      </w:pPr>
    </w:p>
    <w:p w:rsidR="00B823AE" w:rsidRDefault="00B823AE" w:rsidP="002C2A81">
      <w:pPr>
        <w:spacing w:after="0"/>
        <w:rPr>
          <w:rFonts w:ascii="Cambria" w:hAnsi="Cambria"/>
          <w:sz w:val="24"/>
          <w:szCs w:val="24"/>
          <w:lang w:val="ru-RU"/>
        </w:rPr>
      </w:pPr>
    </w:p>
    <w:p w:rsidR="00B823AE" w:rsidRDefault="00B823AE" w:rsidP="002C2A81">
      <w:pPr>
        <w:spacing w:after="0"/>
        <w:rPr>
          <w:rFonts w:ascii="Cambria" w:hAnsi="Cambria"/>
          <w:sz w:val="24"/>
          <w:szCs w:val="24"/>
          <w:lang w:val="ru-RU"/>
        </w:rPr>
      </w:pPr>
    </w:p>
    <w:p w:rsidR="00B823AE" w:rsidRDefault="00B823AE" w:rsidP="002C2A81">
      <w:pPr>
        <w:spacing w:after="0"/>
        <w:rPr>
          <w:rFonts w:ascii="Cambria" w:hAnsi="Cambria"/>
          <w:sz w:val="24"/>
          <w:szCs w:val="24"/>
          <w:lang w:val="ru-RU"/>
        </w:rPr>
      </w:pPr>
    </w:p>
    <w:p w:rsidR="00B823AE" w:rsidRDefault="00B823AE" w:rsidP="002C2A81">
      <w:pPr>
        <w:spacing w:after="0"/>
        <w:rPr>
          <w:rFonts w:ascii="Cambria" w:hAnsi="Cambria"/>
          <w:sz w:val="24"/>
          <w:szCs w:val="24"/>
          <w:lang w:val="ru-RU"/>
        </w:rPr>
      </w:pPr>
    </w:p>
    <w:p w:rsidR="00B823AE" w:rsidRDefault="00B823AE" w:rsidP="002C2A81">
      <w:pPr>
        <w:spacing w:after="0"/>
        <w:rPr>
          <w:rFonts w:ascii="Cambria" w:hAnsi="Cambria"/>
          <w:sz w:val="24"/>
          <w:szCs w:val="24"/>
          <w:lang w:val="ru-RU"/>
        </w:rPr>
      </w:pPr>
    </w:p>
    <w:p w:rsidR="00B823AE" w:rsidRDefault="00B823AE" w:rsidP="002C2A81">
      <w:pPr>
        <w:spacing w:after="0"/>
        <w:rPr>
          <w:rFonts w:ascii="Cambria" w:hAnsi="Cambria"/>
          <w:sz w:val="24"/>
          <w:szCs w:val="24"/>
          <w:lang w:val="ru-RU"/>
        </w:rPr>
      </w:pPr>
    </w:p>
    <w:p w:rsidR="00B823AE" w:rsidRDefault="00B823AE" w:rsidP="002C2A81">
      <w:pPr>
        <w:spacing w:after="0"/>
        <w:rPr>
          <w:rFonts w:ascii="Cambria" w:hAnsi="Cambria"/>
          <w:sz w:val="24"/>
          <w:szCs w:val="24"/>
          <w:lang w:val="ru-RU"/>
        </w:rPr>
      </w:pPr>
    </w:p>
    <w:p w:rsidR="00B823AE" w:rsidRDefault="00B823AE" w:rsidP="002C2A81">
      <w:pPr>
        <w:spacing w:after="0"/>
        <w:rPr>
          <w:rFonts w:ascii="Cambria" w:hAnsi="Cambria"/>
          <w:sz w:val="24"/>
          <w:szCs w:val="24"/>
          <w:lang w:val="ru-RU"/>
        </w:rPr>
      </w:pPr>
    </w:p>
    <w:p w:rsidR="00B823AE" w:rsidRDefault="00B823AE" w:rsidP="002C2A81">
      <w:pPr>
        <w:spacing w:after="0"/>
        <w:rPr>
          <w:rFonts w:ascii="Cambria" w:hAnsi="Cambria"/>
          <w:sz w:val="24"/>
          <w:szCs w:val="24"/>
          <w:lang w:val="ru-RU"/>
        </w:rPr>
      </w:pPr>
    </w:p>
    <w:p w:rsidR="00B823AE" w:rsidRDefault="00B823AE" w:rsidP="002C2A81">
      <w:pPr>
        <w:spacing w:after="0"/>
        <w:rPr>
          <w:rFonts w:ascii="Cambria" w:hAnsi="Cambria"/>
          <w:sz w:val="24"/>
          <w:szCs w:val="24"/>
          <w:lang w:val="ru-RU"/>
        </w:rPr>
      </w:pPr>
    </w:p>
    <w:p w:rsidR="00B823AE" w:rsidRDefault="00B823AE" w:rsidP="00706436">
      <w:pPr>
        <w:spacing w:after="0"/>
        <w:jc w:val="right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Приложение №2</w:t>
      </w:r>
    </w:p>
    <w:p w:rsidR="00B823AE" w:rsidRDefault="00B823AE" w:rsidP="00706436">
      <w:pPr>
        <w:spacing w:after="0"/>
        <w:jc w:val="right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к постановлению Кабинета Министров </w:t>
      </w:r>
    </w:p>
    <w:p w:rsidR="00B823AE" w:rsidRDefault="00B823AE" w:rsidP="00706436">
      <w:pPr>
        <w:spacing w:after="0"/>
        <w:jc w:val="right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от 22 июля 2013 г. №204</w:t>
      </w:r>
    </w:p>
    <w:p w:rsidR="00B823AE" w:rsidRDefault="00B823AE" w:rsidP="002C2A81">
      <w:pPr>
        <w:spacing w:after="0"/>
        <w:rPr>
          <w:rFonts w:ascii="Cambria" w:hAnsi="Cambria"/>
          <w:sz w:val="24"/>
          <w:szCs w:val="24"/>
          <w:lang w:val="ru-RU"/>
        </w:rPr>
      </w:pPr>
    </w:p>
    <w:p w:rsidR="00B823AE" w:rsidRPr="000724D5" w:rsidRDefault="00B823AE" w:rsidP="003A5A85">
      <w:pPr>
        <w:spacing w:after="0"/>
        <w:jc w:val="center"/>
        <w:rPr>
          <w:rFonts w:ascii="Cambria" w:hAnsi="Cambria"/>
          <w:b/>
          <w:sz w:val="24"/>
          <w:szCs w:val="24"/>
          <w:lang w:val="ru-RU"/>
        </w:rPr>
      </w:pPr>
      <w:r w:rsidRPr="000724D5">
        <w:rPr>
          <w:rFonts w:ascii="Cambria" w:hAnsi="Cambria"/>
          <w:b/>
          <w:sz w:val="24"/>
          <w:szCs w:val="24"/>
          <w:lang w:val="ru-RU"/>
        </w:rPr>
        <w:t>Положение</w:t>
      </w:r>
    </w:p>
    <w:p w:rsidR="00B823AE" w:rsidRPr="000724D5" w:rsidRDefault="00B823AE" w:rsidP="003A5A85">
      <w:pPr>
        <w:spacing w:after="0"/>
        <w:jc w:val="center"/>
        <w:rPr>
          <w:rFonts w:ascii="Cambria" w:hAnsi="Cambria"/>
          <w:b/>
          <w:sz w:val="24"/>
          <w:szCs w:val="24"/>
          <w:lang w:val="ru-RU"/>
        </w:rPr>
      </w:pPr>
      <w:r w:rsidRPr="000724D5">
        <w:rPr>
          <w:rFonts w:ascii="Cambria" w:hAnsi="Cambria"/>
          <w:b/>
          <w:sz w:val="24"/>
          <w:szCs w:val="24"/>
          <w:lang w:val="ru-RU"/>
        </w:rPr>
        <w:t>о порядке льготного обеспечения лекарственными средствами отдельных категорий лиц при амбулаторном лечении</w:t>
      </w:r>
    </w:p>
    <w:p w:rsidR="00B823AE" w:rsidRPr="000724D5" w:rsidRDefault="00B823AE" w:rsidP="003A5A85">
      <w:pPr>
        <w:spacing w:after="0"/>
        <w:jc w:val="center"/>
        <w:rPr>
          <w:rFonts w:ascii="Cambria" w:hAnsi="Cambria"/>
          <w:b/>
          <w:sz w:val="24"/>
          <w:szCs w:val="24"/>
          <w:lang w:val="ru-RU"/>
        </w:rPr>
      </w:pPr>
    </w:p>
    <w:p w:rsidR="00B823AE" w:rsidRPr="000724D5" w:rsidRDefault="00B823AE" w:rsidP="000724D5">
      <w:pPr>
        <w:pStyle w:val="ListParagraph"/>
        <w:spacing w:after="0"/>
        <w:ind w:left="1800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 xml:space="preserve">                                    </w:t>
      </w:r>
      <w:r>
        <w:rPr>
          <w:rFonts w:ascii="Cambria" w:hAnsi="Cambria"/>
          <w:b/>
          <w:sz w:val="24"/>
          <w:szCs w:val="24"/>
        </w:rPr>
        <w:t>I</w:t>
      </w:r>
      <w:r w:rsidRPr="008B30EA">
        <w:rPr>
          <w:rFonts w:ascii="Cambria" w:hAnsi="Cambria"/>
          <w:b/>
          <w:sz w:val="24"/>
          <w:szCs w:val="24"/>
          <w:lang w:val="ru-RU"/>
        </w:rPr>
        <w:t>.</w:t>
      </w:r>
      <w:r w:rsidRPr="000724D5">
        <w:rPr>
          <w:rFonts w:ascii="Cambria" w:hAnsi="Cambria"/>
          <w:b/>
          <w:sz w:val="24"/>
          <w:szCs w:val="24"/>
          <w:lang w:val="ru-RU"/>
        </w:rPr>
        <w:t>Общие положения</w:t>
      </w:r>
    </w:p>
    <w:p w:rsidR="00B823AE" w:rsidRPr="000724D5" w:rsidRDefault="00B823AE" w:rsidP="000724D5">
      <w:pPr>
        <w:spacing w:after="0"/>
        <w:ind w:left="1080"/>
        <w:rPr>
          <w:rFonts w:ascii="Cambria" w:hAnsi="Cambria"/>
          <w:sz w:val="24"/>
          <w:szCs w:val="24"/>
          <w:lang w:val="ru-RU"/>
        </w:rPr>
      </w:pPr>
    </w:p>
    <w:p w:rsidR="00B823AE" w:rsidRPr="008B30EA" w:rsidRDefault="00B823AE" w:rsidP="008B30EA">
      <w:pPr>
        <w:pStyle w:val="ListParagraph"/>
        <w:numPr>
          <w:ilvl w:val="0"/>
          <w:numId w:val="3"/>
        </w:numPr>
        <w:spacing w:after="0"/>
        <w:ind w:left="284" w:firstLine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 </w:t>
      </w:r>
      <w:r w:rsidRPr="008B30EA">
        <w:rPr>
          <w:rFonts w:ascii="Cambria" w:hAnsi="Cambria"/>
          <w:sz w:val="24"/>
          <w:szCs w:val="24"/>
          <w:lang w:val="ru-RU"/>
        </w:rPr>
        <w:t>Настоящее Положение в соответствии с законами Республики Узбекистан «Об охране здоровья граждан» и «О лекарственных средствах и фармацевтической деятельности» определяет порядок льготного обеспечения лекарственными средствами отдельных категорий лиц при амбулаторном лечении в амбулаторно-поликлинических учреждениях государственной системы здравоохранения.</w:t>
      </w:r>
    </w:p>
    <w:p w:rsidR="00B823AE" w:rsidRPr="008B30EA" w:rsidRDefault="00B823AE" w:rsidP="008B30EA">
      <w:pPr>
        <w:pStyle w:val="ListParagraph"/>
        <w:numPr>
          <w:ilvl w:val="0"/>
          <w:numId w:val="3"/>
        </w:numPr>
        <w:spacing w:after="0"/>
        <w:ind w:left="284" w:firstLine="76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 </w:t>
      </w:r>
      <w:r w:rsidRPr="008B30EA">
        <w:rPr>
          <w:rFonts w:ascii="Cambria" w:hAnsi="Cambria"/>
          <w:sz w:val="24"/>
          <w:szCs w:val="24"/>
          <w:lang w:val="ru-RU"/>
        </w:rPr>
        <w:t>Право на льготное обеспечение лекарственными средствами при амбулаторном лечении имеют лица в соответствии с перечнем, утверждаемым Кабинетом Министров Республики Узбекистан.</w:t>
      </w:r>
    </w:p>
    <w:p w:rsidR="00B823AE" w:rsidRPr="008B30EA" w:rsidRDefault="00B823AE" w:rsidP="008B30EA">
      <w:pPr>
        <w:pStyle w:val="ListParagraph"/>
        <w:numPr>
          <w:ilvl w:val="0"/>
          <w:numId w:val="3"/>
        </w:numPr>
        <w:spacing w:after="0"/>
        <w:ind w:left="284" w:firstLine="76"/>
        <w:rPr>
          <w:rFonts w:ascii="Cambria" w:hAnsi="Cambria"/>
          <w:sz w:val="24"/>
          <w:szCs w:val="24"/>
          <w:lang w:val="ru-RU"/>
        </w:rPr>
      </w:pPr>
      <w:r w:rsidRPr="008B30EA">
        <w:rPr>
          <w:rFonts w:ascii="Cambria" w:hAnsi="Cambria"/>
          <w:sz w:val="24"/>
          <w:szCs w:val="24"/>
          <w:lang w:val="ru-RU"/>
        </w:rPr>
        <w:t>Льготное обеспечение лекарственными средствами отдельных категорий лиц при амбулаторном лечении (далее - больные) осуществляется путем выдачи лекарственных средств через амбулаторно – поликлинические</w:t>
      </w:r>
      <w:r>
        <w:rPr>
          <w:rFonts w:ascii="Cambria" w:hAnsi="Cambria"/>
          <w:sz w:val="24"/>
          <w:szCs w:val="24"/>
          <w:lang w:val="ru-RU"/>
        </w:rPr>
        <w:t xml:space="preserve"> </w:t>
      </w:r>
      <w:r w:rsidRPr="008B30EA">
        <w:rPr>
          <w:rFonts w:ascii="Cambria" w:hAnsi="Cambria"/>
          <w:sz w:val="24"/>
          <w:szCs w:val="24"/>
          <w:lang w:val="ru-RU"/>
        </w:rPr>
        <w:t xml:space="preserve"> учреждения, либо путем их отпуска через аптечные учреждения.</w:t>
      </w:r>
    </w:p>
    <w:p w:rsidR="00B823AE" w:rsidRPr="008B30EA" w:rsidRDefault="00B823AE" w:rsidP="008B30EA">
      <w:pPr>
        <w:pStyle w:val="ListParagraph"/>
        <w:numPr>
          <w:ilvl w:val="0"/>
          <w:numId w:val="3"/>
        </w:numPr>
        <w:spacing w:after="0"/>
        <w:ind w:left="284" w:firstLine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 </w:t>
      </w:r>
      <w:r w:rsidRPr="008B30EA">
        <w:rPr>
          <w:rFonts w:ascii="Cambria" w:hAnsi="Cambria"/>
          <w:sz w:val="24"/>
          <w:szCs w:val="24"/>
          <w:lang w:val="ru-RU"/>
        </w:rPr>
        <w:t>Льготная выдача лекарственных средств больным производится бесплатно по назначениям лечащих врачей в амбулаторно – поликлиническом учреждении, в котором больной проходит лечение в амбулаторном порядке.</w:t>
      </w:r>
    </w:p>
    <w:p w:rsidR="00B823AE" w:rsidRPr="008B30EA" w:rsidRDefault="00B823AE" w:rsidP="008B30EA">
      <w:pPr>
        <w:pStyle w:val="ListParagraph"/>
        <w:numPr>
          <w:ilvl w:val="0"/>
          <w:numId w:val="3"/>
        </w:numPr>
        <w:spacing w:after="0"/>
        <w:ind w:left="284" w:firstLine="0"/>
        <w:rPr>
          <w:rFonts w:ascii="Cambria" w:hAnsi="Cambria"/>
          <w:sz w:val="24"/>
          <w:szCs w:val="24"/>
          <w:lang w:val="ru-RU"/>
        </w:rPr>
      </w:pPr>
      <w:r w:rsidRPr="008B30EA">
        <w:rPr>
          <w:rFonts w:ascii="Cambria" w:hAnsi="Cambria"/>
          <w:sz w:val="24"/>
          <w:szCs w:val="24"/>
          <w:lang w:val="ru-RU"/>
        </w:rPr>
        <w:t>Льготный отпуск лекарственных средств больным производится аптечными учреждениями бесплатно на основании рецепта льготного отпуска ( далее – рецепт), выписанного лечащим врачом амбулаторно – поликлинического учреждения, в котором больной проходит лечение в амбулаторном порядке.</w:t>
      </w:r>
    </w:p>
    <w:p w:rsidR="00B823AE" w:rsidRPr="00BB7CB5" w:rsidRDefault="00B823AE" w:rsidP="00D46F82">
      <w:pPr>
        <w:pStyle w:val="ListParagraph"/>
        <w:numPr>
          <w:ilvl w:val="0"/>
          <w:numId w:val="3"/>
        </w:numPr>
        <w:spacing w:after="0"/>
        <w:ind w:left="284" w:firstLine="0"/>
        <w:rPr>
          <w:rFonts w:ascii="Cambria" w:hAnsi="Cambria"/>
          <w:sz w:val="24"/>
          <w:szCs w:val="24"/>
          <w:lang w:val="ru-RU"/>
        </w:rPr>
      </w:pPr>
      <w:r w:rsidRPr="00BB7CB5">
        <w:rPr>
          <w:rFonts w:ascii="Cambria" w:hAnsi="Cambria"/>
          <w:sz w:val="24"/>
          <w:szCs w:val="24"/>
          <w:lang w:val="ru-RU"/>
        </w:rPr>
        <w:t>Перечень лекарственных средств, предназначенных для льготного обеспечения при амбулаторном лечении, определяется Министерством здравоохранения совместно с Министерством финансов Республики Узбекистан.</w:t>
      </w:r>
    </w:p>
    <w:p w:rsidR="00B823AE" w:rsidRDefault="00B823AE" w:rsidP="00D46F82">
      <w:pPr>
        <w:pStyle w:val="ListParagraph"/>
        <w:spacing w:after="0"/>
        <w:rPr>
          <w:rFonts w:ascii="Cambria" w:hAnsi="Cambria"/>
          <w:sz w:val="24"/>
          <w:szCs w:val="24"/>
          <w:lang w:val="ru-RU"/>
        </w:rPr>
      </w:pPr>
    </w:p>
    <w:p w:rsidR="00B823AE" w:rsidRPr="000760BB" w:rsidRDefault="00B823AE" w:rsidP="00BB7CB5">
      <w:pPr>
        <w:pStyle w:val="ListParagraph"/>
        <w:spacing w:after="0"/>
        <w:ind w:left="1800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</w:rPr>
        <w:t>I</w:t>
      </w:r>
      <w:r w:rsidRPr="00BB7CB5">
        <w:rPr>
          <w:rFonts w:ascii="Cambria" w:hAnsi="Cambria"/>
          <w:b/>
          <w:sz w:val="24"/>
          <w:szCs w:val="24"/>
          <w:lang w:val="ru-RU"/>
        </w:rPr>
        <w:t>.</w:t>
      </w:r>
      <w:r w:rsidRPr="000760BB">
        <w:rPr>
          <w:rFonts w:ascii="Cambria" w:hAnsi="Cambria"/>
          <w:b/>
          <w:sz w:val="24"/>
          <w:szCs w:val="24"/>
          <w:lang w:val="ru-RU"/>
        </w:rPr>
        <w:t>Порядок льготной выдачи лекарственных средств</w:t>
      </w:r>
    </w:p>
    <w:p w:rsidR="00B823AE" w:rsidRDefault="00B823AE" w:rsidP="000760BB">
      <w:pPr>
        <w:pStyle w:val="ListParagraph"/>
        <w:spacing w:after="0"/>
        <w:ind w:left="1800"/>
        <w:rPr>
          <w:rFonts w:ascii="Cambria" w:hAnsi="Cambria"/>
          <w:sz w:val="24"/>
          <w:szCs w:val="24"/>
          <w:lang w:val="ru-RU"/>
        </w:rPr>
      </w:pPr>
    </w:p>
    <w:p w:rsidR="00B823AE" w:rsidRPr="000760BB" w:rsidRDefault="00B823AE" w:rsidP="000724D5">
      <w:pPr>
        <w:pStyle w:val="ListParagraph"/>
        <w:numPr>
          <w:ilvl w:val="0"/>
          <w:numId w:val="11"/>
        </w:numPr>
        <w:spacing w:after="0"/>
        <w:ind w:left="284" w:firstLine="76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 </w:t>
      </w:r>
      <w:r w:rsidRPr="000760BB">
        <w:rPr>
          <w:rFonts w:ascii="Cambria" w:hAnsi="Cambria"/>
          <w:sz w:val="24"/>
          <w:szCs w:val="24"/>
          <w:lang w:val="ru-RU"/>
        </w:rPr>
        <w:t>Лекарственные средства, предназначенные для льготной выдачи больным, прикрепленным к амбулаторно – поликлиническим учреждениям для медицинского обслуживания, выдаются ответственным лицом, определенным приказом руководителя данного учреждения.</w:t>
      </w:r>
    </w:p>
    <w:p w:rsidR="00B823AE" w:rsidRPr="000760BB" w:rsidRDefault="00B823AE" w:rsidP="000760BB">
      <w:pPr>
        <w:pStyle w:val="ListParagraph"/>
        <w:numPr>
          <w:ilvl w:val="0"/>
          <w:numId w:val="11"/>
        </w:numPr>
        <w:spacing w:after="0"/>
        <w:ind w:left="284" w:firstLine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 </w:t>
      </w:r>
      <w:r w:rsidRPr="000760BB">
        <w:rPr>
          <w:rFonts w:ascii="Cambria" w:hAnsi="Cambria"/>
          <w:sz w:val="24"/>
          <w:szCs w:val="24"/>
          <w:lang w:val="ru-RU"/>
        </w:rPr>
        <w:t>Льготная выдача лекарственных средств производится на основании требований по форме, установленной для учета лекарственных средств, в соответствии с назначениями лечащих врачей.</w:t>
      </w:r>
    </w:p>
    <w:p w:rsidR="00B823AE" w:rsidRPr="000760BB" w:rsidRDefault="00B823AE" w:rsidP="000760BB">
      <w:pPr>
        <w:pStyle w:val="ListParagraph"/>
        <w:numPr>
          <w:ilvl w:val="0"/>
          <w:numId w:val="11"/>
        </w:numPr>
        <w:spacing w:after="0"/>
        <w:ind w:left="284" w:firstLine="76"/>
        <w:rPr>
          <w:rFonts w:ascii="Cambria" w:hAnsi="Cambria"/>
          <w:sz w:val="24"/>
          <w:szCs w:val="24"/>
          <w:lang w:val="ru-RU"/>
        </w:rPr>
      </w:pPr>
      <w:r w:rsidRPr="000760BB">
        <w:rPr>
          <w:rFonts w:ascii="Cambria" w:hAnsi="Cambria"/>
          <w:sz w:val="24"/>
          <w:szCs w:val="24"/>
          <w:lang w:val="ru-RU"/>
        </w:rPr>
        <w:t>Требование выписывается ответственным лицом на основании документа (документов), подтверждающего право на льготное обеспечение лекарственными средствами при амбулаторном лечении.</w:t>
      </w:r>
    </w:p>
    <w:p w:rsidR="00B823AE" w:rsidRPr="000760BB" w:rsidRDefault="00B823AE" w:rsidP="000760BB">
      <w:pPr>
        <w:spacing w:after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              </w:t>
      </w:r>
      <w:r w:rsidRPr="000760BB">
        <w:rPr>
          <w:rFonts w:ascii="Cambria" w:hAnsi="Cambria"/>
          <w:sz w:val="24"/>
          <w:szCs w:val="24"/>
          <w:lang w:val="ru-RU"/>
        </w:rPr>
        <w:t>Требование выписывается в двух экземплярах с указание торгового названия лекарственного средства, вида упаковки, расфасовки и т.п. Требование должно быть подписано руководителем амбулаторно – поликлинического учреждения или его заместителем и заверено круглой печатью. Первый экземпляр требования (с распиской ответственного лица в получении лекарственных средств) остается в аптеке амбулаторно – поликлинического учреждения, а второй экземпляр – возвращается ответственному лицу после получения им лекарственных средств.</w:t>
      </w:r>
    </w:p>
    <w:p w:rsidR="00B823AE" w:rsidRPr="000760BB" w:rsidRDefault="00B823AE" w:rsidP="000760BB">
      <w:pPr>
        <w:pStyle w:val="ListParagraph"/>
        <w:numPr>
          <w:ilvl w:val="0"/>
          <w:numId w:val="11"/>
        </w:numPr>
        <w:spacing w:after="0"/>
        <w:ind w:left="284" w:firstLine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 </w:t>
      </w:r>
      <w:r w:rsidRPr="000760BB">
        <w:rPr>
          <w:rFonts w:ascii="Cambria" w:hAnsi="Cambria"/>
          <w:sz w:val="24"/>
          <w:szCs w:val="24"/>
          <w:lang w:val="ru-RU"/>
        </w:rPr>
        <w:t>После получения лекарственных средств ответственное лицо выдает их больному под роспись в специальном журнале. В отношении несовершеннолетних  больных лекарственные средства выдаются их родителям  или лицам, их заменяющим. В отдельных случаях,  в зависимости от состояния совершеннолетнего больного, лекарственные средства могут выдаваться его родственникам.</w:t>
      </w:r>
    </w:p>
    <w:p w:rsidR="00B823AE" w:rsidRPr="000760BB" w:rsidRDefault="00B823AE" w:rsidP="000760BB">
      <w:pPr>
        <w:pStyle w:val="ListParagraph"/>
        <w:numPr>
          <w:ilvl w:val="0"/>
          <w:numId w:val="11"/>
        </w:numPr>
        <w:spacing w:after="0"/>
        <w:ind w:left="284" w:firstLine="76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 </w:t>
      </w:r>
      <w:r w:rsidRPr="000760BB">
        <w:rPr>
          <w:rFonts w:ascii="Cambria" w:hAnsi="Cambria"/>
          <w:sz w:val="24"/>
          <w:szCs w:val="24"/>
          <w:lang w:val="ru-RU"/>
        </w:rPr>
        <w:t>В случае отсутствия требуемого лекарственного средства в амбулаторно – поликлиническом учреждении лечащие врачи выписывают рецепты для их льготного отпуска из аптечных учреждений.</w:t>
      </w:r>
    </w:p>
    <w:p w:rsidR="00B823AE" w:rsidRDefault="00B823AE" w:rsidP="005D7E3C">
      <w:pPr>
        <w:spacing w:after="0"/>
        <w:rPr>
          <w:rFonts w:ascii="Cambria" w:hAnsi="Cambria"/>
          <w:sz w:val="24"/>
          <w:szCs w:val="24"/>
          <w:lang w:val="ru-RU"/>
        </w:rPr>
      </w:pPr>
    </w:p>
    <w:p w:rsidR="00B823AE" w:rsidRPr="00BB7CB5" w:rsidRDefault="00B823AE" w:rsidP="005D7E3C">
      <w:pPr>
        <w:spacing w:after="0"/>
        <w:jc w:val="center"/>
        <w:rPr>
          <w:rFonts w:ascii="Cambria" w:hAnsi="Cambria"/>
          <w:b/>
          <w:sz w:val="24"/>
          <w:szCs w:val="24"/>
          <w:lang w:val="ru-RU"/>
        </w:rPr>
      </w:pPr>
      <w:r w:rsidRPr="00BB7CB5">
        <w:rPr>
          <w:rFonts w:ascii="Cambria" w:hAnsi="Cambria"/>
          <w:b/>
          <w:sz w:val="24"/>
          <w:szCs w:val="24"/>
        </w:rPr>
        <w:t>III</w:t>
      </w:r>
      <w:r w:rsidRPr="00BB7CB5">
        <w:rPr>
          <w:rFonts w:ascii="Cambria" w:hAnsi="Cambria"/>
          <w:b/>
          <w:sz w:val="24"/>
          <w:szCs w:val="24"/>
          <w:lang w:val="ru-RU"/>
        </w:rPr>
        <w:t>.Порядок льготного отпуска лекарственных средств</w:t>
      </w:r>
    </w:p>
    <w:p w:rsidR="00B823AE" w:rsidRDefault="00B823AE" w:rsidP="005D7E3C">
      <w:pPr>
        <w:spacing w:after="0"/>
        <w:jc w:val="center"/>
        <w:rPr>
          <w:rFonts w:ascii="Cambria" w:hAnsi="Cambria"/>
          <w:sz w:val="24"/>
          <w:szCs w:val="24"/>
          <w:lang w:val="ru-RU"/>
        </w:rPr>
      </w:pPr>
    </w:p>
    <w:p w:rsidR="00B823AE" w:rsidRPr="000760BB" w:rsidRDefault="00B823AE" w:rsidP="000760BB">
      <w:pPr>
        <w:pStyle w:val="ListParagraph"/>
        <w:numPr>
          <w:ilvl w:val="0"/>
          <w:numId w:val="11"/>
        </w:numPr>
        <w:spacing w:after="0"/>
        <w:ind w:left="284" w:firstLine="76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 </w:t>
      </w:r>
      <w:r w:rsidRPr="000760BB">
        <w:rPr>
          <w:rFonts w:ascii="Cambria" w:hAnsi="Cambria"/>
          <w:sz w:val="24"/>
          <w:szCs w:val="24"/>
          <w:lang w:val="ru-RU"/>
        </w:rPr>
        <w:t>Льготный отпуск лекарственных средств из аптечных учреждений осуществляется по рецептам, выписанным  лечащими врачами на бланках по форме, устанавливаемой Министерством здравоохранения Республики Узбекистан.</w:t>
      </w:r>
    </w:p>
    <w:p w:rsidR="00B823AE" w:rsidRPr="000760BB" w:rsidRDefault="00B823AE" w:rsidP="000760BB">
      <w:pPr>
        <w:pStyle w:val="ListParagraph"/>
        <w:numPr>
          <w:ilvl w:val="0"/>
          <w:numId w:val="11"/>
        </w:numPr>
        <w:spacing w:after="0"/>
        <w:ind w:left="284" w:firstLine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 </w:t>
      </w:r>
      <w:r w:rsidRPr="000760BB">
        <w:rPr>
          <w:rFonts w:ascii="Cambria" w:hAnsi="Cambria"/>
          <w:sz w:val="24"/>
          <w:szCs w:val="24"/>
          <w:lang w:val="ru-RU"/>
        </w:rPr>
        <w:t>Для получения рецепта больные (родители или лица, их заменяющие, родственники) обращаются в амбулаторно – поликлиническое  учреждение по месту жительства, где они состоят на учёте, или по месту их прикрепления для медицинского обслуживания с предъявлением документа (документов) , подтверждающего право на льготное обеспечение лекарственными средствами при амбулаторном лечении.</w:t>
      </w:r>
    </w:p>
    <w:p w:rsidR="00B823AE" w:rsidRPr="000760BB" w:rsidRDefault="00B823AE" w:rsidP="000760BB">
      <w:pPr>
        <w:pStyle w:val="ListParagraph"/>
        <w:numPr>
          <w:ilvl w:val="0"/>
          <w:numId w:val="11"/>
        </w:numPr>
        <w:spacing w:after="0"/>
        <w:ind w:left="284" w:firstLine="76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 </w:t>
      </w:r>
      <w:r w:rsidRPr="000760BB">
        <w:rPr>
          <w:rFonts w:ascii="Cambria" w:hAnsi="Cambria"/>
          <w:sz w:val="24"/>
          <w:szCs w:val="24"/>
          <w:lang w:val="ru-RU"/>
        </w:rPr>
        <w:t>Лекарственные средства в рецепте выписываются по медицинским показаниям в количестве, не превышающем одного курса лечения. Рецепт действителен в течение одного месяца со дня его выдачи.</w:t>
      </w:r>
    </w:p>
    <w:p w:rsidR="00B823AE" w:rsidRPr="000760BB" w:rsidRDefault="00B823AE" w:rsidP="000760BB">
      <w:pPr>
        <w:pStyle w:val="ListParagraph"/>
        <w:numPr>
          <w:ilvl w:val="0"/>
          <w:numId w:val="11"/>
        </w:numPr>
        <w:spacing w:after="0"/>
        <w:ind w:left="284" w:firstLine="76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 </w:t>
      </w:r>
      <w:r w:rsidRPr="000760BB">
        <w:rPr>
          <w:rFonts w:ascii="Cambria" w:hAnsi="Cambria"/>
          <w:sz w:val="24"/>
          <w:szCs w:val="24"/>
          <w:lang w:val="ru-RU"/>
        </w:rPr>
        <w:t>Выписка рецептов на нижеследующие лекарственные средства  производится лечащим врачом (врачом общей практики) амбулаторно –поликлинического учреждения по месту жительства, на основании рекомендаций врача –специалиста  данного учреждения или врачей соответствующих специализированных  лечебно-профилактических учреждений:</w:t>
      </w:r>
    </w:p>
    <w:p w:rsidR="00B823AE" w:rsidRPr="000760BB" w:rsidRDefault="00B823AE" w:rsidP="000760BB">
      <w:pPr>
        <w:spacing w:after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       п</w:t>
      </w:r>
      <w:r w:rsidRPr="000760BB">
        <w:rPr>
          <w:rFonts w:ascii="Cambria" w:hAnsi="Cambria"/>
          <w:sz w:val="24"/>
          <w:szCs w:val="24"/>
          <w:lang w:val="ru-RU"/>
        </w:rPr>
        <w:t>ротивоопухолевые и наркотические средства (онкологическим, гематологическим больным)-онколога (или) гематолога;</w:t>
      </w:r>
    </w:p>
    <w:p w:rsidR="00B823AE" w:rsidRPr="00BB7CB5" w:rsidRDefault="00B823AE" w:rsidP="00BB7CB5">
      <w:pPr>
        <w:spacing w:after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       с</w:t>
      </w:r>
      <w:r w:rsidRPr="00BB7CB5">
        <w:rPr>
          <w:rFonts w:ascii="Cambria" w:hAnsi="Cambria"/>
          <w:sz w:val="24"/>
          <w:szCs w:val="24"/>
          <w:lang w:val="ru-RU"/>
        </w:rPr>
        <w:t>редства для лечения больных сахарным и несахарным диабетом -эндокринолога;</w:t>
      </w:r>
    </w:p>
    <w:p w:rsidR="00B823AE" w:rsidRPr="00BB7CB5" w:rsidRDefault="00B823AE" w:rsidP="00BB7CB5">
      <w:pPr>
        <w:spacing w:after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       п</w:t>
      </w:r>
      <w:r w:rsidRPr="00BB7CB5">
        <w:rPr>
          <w:rFonts w:ascii="Cambria" w:hAnsi="Cambria"/>
          <w:sz w:val="24"/>
          <w:szCs w:val="24"/>
          <w:lang w:val="ru-RU"/>
        </w:rPr>
        <w:t>сихотропные средства (больным психическими заболеваниями)-психиатра;</w:t>
      </w:r>
    </w:p>
    <w:p w:rsidR="00B823AE" w:rsidRPr="00BB7CB5" w:rsidRDefault="00B823AE" w:rsidP="00BB7CB5">
      <w:pPr>
        <w:spacing w:after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       п</w:t>
      </w:r>
      <w:r w:rsidRPr="00BB7CB5">
        <w:rPr>
          <w:rFonts w:ascii="Cambria" w:hAnsi="Cambria"/>
          <w:sz w:val="24"/>
          <w:szCs w:val="24"/>
          <w:lang w:val="ru-RU"/>
        </w:rPr>
        <w:t>ротивоинфекционные препараты (ВИЧ-инфицированные)- врача-инфекциониста кабинета инфекционных заболеваний при амбулаторно – поликлиническом учреждении;</w:t>
      </w:r>
    </w:p>
    <w:p w:rsidR="00B823AE" w:rsidRPr="00BB7CB5" w:rsidRDefault="00B823AE" w:rsidP="00BB7CB5">
      <w:pPr>
        <w:spacing w:after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        п</w:t>
      </w:r>
      <w:r w:rsidRPr="00BB7CB5">
        <w:rPr>
          <w:rFonts w:ascii="Cambria" w:hAnsi="Cambria"/>
          <w:sz w:val="24"/>
          <w:szCs w:val="24"/>
          <w:lang w:val="ru-RU"/>
        </w:rPr>
        <w:t>ротивотуберкулезные средства (больным туберкулезом) – фтизиатра.</w:t>
      </w:r>
    </w:p>
    <w:p w:rsidR="00B823AE" w:rsidRDefault="00B823AE" w:rsidP="000760BB">
      <w:pPr>
        <w:pStyle w:val="ListParagraph"/>
        <w:numPr>
          <w:ilvl w:val="0"/>
          <w:numId w:val="11"/>
        </w:numPr>
        <w:spacing w:after="0"/>
        <w:ind w:left="284" w:firstLine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Заполнение рецептурных бланков, оформление рецептов аптечными учреждениями, учёт,  хранение и уничтожение рецептурных бланков и выписанных рецептов для льготного отпуска  лекарственных средств осуществляется в порядке, установленном Министерством здравоохранения Республики Узбекистан.</w:t>
      </w:r>
    </w:p>
    <w:p w:rsidR="00B823AE" w:rsidRPr="000760BB" w:rsidRDefault="00B823AE" w:rsidP="000760BB">
      <w:pPr>
        <w:pStyle w:val="ListParagraph"/>
        <w:numPr>
          <w:ilvl w:val="0"/>
          <w:numId w:val="11"/>
        </w:numPr>
        <w:spacing w:after="0"/>
        <w:ind w:left="284" w:firstLine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 </w:t>
      </w:r>
      <w:r w:rsidRPr="000760BB">
        <w:rPr>
          <w:rFonts w:ascii="Cambria" w:hAnsi="Cambria"/>
          <w:sz w:val="24"/>
          <w:szCs w:val="24"/>
          <w:lang w:val="ru-RU"/>
        </w:rPr>
        <w:t>Количество и дозы отпускаемых из аптечных учреждений лекарственных средств должны соответствовать количеству и дозам, указанным в рецепте.</w:t>
      </w:r>
    </w:p>
    <w:p w:rsidR="00B823AE" w:rsidRPr="000760BB" w:rsidRDefault="00B823AE" w:rsidP="000760BB">
      <w:pPr>
        <w:pStyle w:val="ListParagraph"/>
        <w:numPr>
          <w:ilvl w:val="0"/>
          <w:numId w:val="11"/>
        </w:numPr>
        <w:spacing w:after="0"/>
        <w:ind w:left="284" w:firstLine="76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 </w:t>
      </w:r>
      <w:r w:rsidRPr="000760BB">
        <w:rPr>
          <w:rFonts w:ascii="Cambria" w:hAnsi="Cambria"/>
          <w:sz w:val="24"/>
          <w:szCs w:val="24"/>
          <w:lang w:val="ru-RU"/>
        </w:rPr>
        <w:t>При отпуске лекарственного средства в отрывном корешке рецепта вносятся название, количество, серийный номер выданного лекарственного средства, фамилия, имя, отчество фармацевта, его подпись. Ставится штамп аптечного учреждения. Больной подписывает с обратной стороны первый отрывной корешок, который хранится в аптечном  учреждении для дальнейшего представления его в амбулаторно – поликлиническое учреждение для оплаты. Второй корешок передается больному (родителям или лицам, их заменяющим, родственникам).</w:t>
      </w:r>
    </w:p>
    <w:p w:rsidR="00B823AE" w:rsidRPr="000760BB" w:rsidRDefault="00B823AE" w:rsidP="000760BB">
      <w:pPr>
        <w:pStyle w:val="ListParagraph"/>
        <w:numPr>
          <w:ilvl w:val="0"/>
          <w:numId w:val="11"/>
        </w:numPr>
        <w:spacing w:after="0"/>
        <w:ind w:left="284" w:firstLine="76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 </w:t>
      </w:r>
      <w:r w:rsidRPr="000760BB">
        <w:rPr>
          <w:rFonts w:ascii="Cambria" w:hAnsi="Cambria"/>
          <w:sz w:val="24"/>
          <w:szCs w:val="24"/>
          <w:lang w:val="ru-RU"/>
        </w:rPr>
        <w:t>В случаях отсутствия в аптечных учреждениях назначенного по торговому названию лекарственные средства, с учетом общепринятого международно -непатентованного названия, возможна синонимическая замена на лекарственное средство с другим торговым названием, только по согласованию с руководителем  (его заместителем) амбулаторно – поликлинического учреждения, на основании нового выписанного рецепта.</w:t>
      </w:r>
    </w:p>
    <w:p w:rsidR="00B823AE" w:rsidRPr="000760BB" w:rsidRDefault="00B823AE" w:rsidP="000760BB">
      <w:pPr>
        <w:spacing w:after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      </w:t>
      </w:r>
      <w:r w:rsidRPr="000760BB">
        <w:rPr>
          <w:rFonts w:ascii="Cambria" w:hAnsi="Cambria"/>
          <w:sz w:val="24"/>
          <w:szCs w:val="24"/>
          <w:lang w:val="ru-RU"/>
        </w:rPr>
        <w:t>При этом, рецепт возвращается больному с последующим представлением его в амбулаторно – поликлиническое  учреждение с отметкой на обратной стороне (фамилия, имя, отчество и подпись фармацевтического работника, дата, название аптечного учреждения и штамп) об отсутствии данного лекарственного средства.</w:t>
      </w:r>
    </w:p>
    <w:p w:rsidR="00B823AE" w:rsidRPr="000760BB" w:rsidRDefault="00B823AE" w:rsidP="000760BB">
      <w:pPr>
        <w:pStyle w:val="ListParagraph"/>
        <w:numPr>
          <w:ilvl w:val="0"/>
          <w:numId w:val="11"/>
        </w:numPr>
        <w:spacing w:after="0"/>
        <w:ind w:left="284" w:firstLine="76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 </w:t>
      </w:r>
      <w:r w:rsidRPr="000760BB">
        <w:rPr>
          <w:rFonts w:ascii="Cambria" w:hAnsi="Cambria"/>
          <w:sz w:val="24"/>
          <w:szCs w:val="24"/>
          <w:lang w:val="ru-RU"/>
        </w:rPr>
        <w:t xml:space="preserve">В случаях отсутствия необходимого количества </w:t>
      </w:r>
      <w:r>
        <w:rPr>
          <w:rFonts w:ascii="Cambria" w:hAnsi="Cambria"/>
          <w:sz w:val="24"/>
          <w:szCs w:val="24"/>
          <w:lang w:val="ru-RU"/>
        </w:rPr>
        <w:t xml:space="preserve"> </w:t>
      </w:r>
      <w:r w:rsidRPr="000760BB">
        <w:rPr>
          <w:rFonts w:ascii="Cambria" w:hAnsi="Cambria"/>
          <w:sz w:val="24"/>
          <w:szCs w:val="24"/>
          <w:lang w:val="ru-RU"/>
        </w:rPr>
        <w:t>лекарственного средства больному с указанием в соответствующих  графах  отрывных корешков рецептов выдается имеющееся количество.</w:t>
      </w:r>
    </w:p>
    <w:p w:rsidR="00B823AE" w:rsidRPr="000760BB" w:rsidRDefault="00B823AE" w:rsidP="000760BB">
      <w:pPr>
        <w:pStyle w:val="ListParagraph"/>
        <w:numPr>
          <w:ilvl w:val="0"/>
          <w:numId w:val="11"/>
        </w:numPr>
        <w:spacing w:after="0"/>
        <w:ind w:left="284" w:firstLine="76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 </w:t>
      </w:r>
      <w:r w:rsidRPr="000760BB">
        <w:rPr>
          <w:rFonts w:ascii="Cambria" w:hAnsi="Cambria"/>
          <w:sz w:val="24"/>
          <w:szCs w:val="24"/>
          <w:lang w:val="ru-RU"/>
        </w:rPr>
        <w:t>В случае неправильного оформления рецепта на нем фармацевтическими работниками аптечного учреждения ставится штамп «Рецепт недействителен», с последующим возвращением его больному (родителям или лицам, их заменяющим, родственникам) для представления в амбулаторно – поликлиническое учреждение.</w:t>
      </w:r>
    </w:p>
    <w:p w:rsidR="00B823AE" w:rsidRDefault="00B823AE" w:rsidP="00405D78">
      <w:pPr>
        <w:spacing w:after="0"/>
        <w:rPr>
          <w:rFonts w:ascii="Cambria" w:hAnsi="Cambria"/>
          <w:sz w:val="24"/>
          <w:szCs w:val="24"/>
          <w:lang w:val="ru-RU"/>
        </w:rPr>
      </w:pPr>
    </w:p>
    <w:p w:rsidR="00B823AE" w:rsidRPr="005E39E4" w:rsidRDefault="00B823AE" w:rsidP="00405D78">
      <w:pPr>
        <w:spacing w:after="0"/>
        <w:jc w:val="center"/>
        <w:rPr>
          <w:rFonts w:ascii="Cambria" w:hAnsi="Cambria"/>
          <w:b/>
          <w:sz w:val="24"/>
          <w:szCs w:val="24"/>
          <w:lang w:val="ru-RU"/>
        </w:rPr>
      </w:pPr>
      <w:r w:rsidRPr="005E39E4">
        <w:rPr>
          <w:rFonts w:ascii="Cambria" w:hAnsi="Cambria"/>
          <w:b/>
          <w:sz w:val="24"/>
          <w:szCs w:val="24"/>
        </w:rPr>
        <w:t>IV</w:t>
      </w:r>
      <w:r w:rsidRPr="005E39E4">
        <w:rPr>
          <w:rFonts w:ascii="Cambria" w:hAnsi="Cambria"/>
          <w:b/>
          <w:sz w:val="24"/>
          <w:szCs w:val="24"/>
          <w:lang w:val="ru-RU"/>
        </w:rPr>
        <w:t>.Порядок финансирования (оплаты) расходов по льготному обеспечению лекарственными средствами</w:t>
      </w:r>
    </w:p>
    <w:p w:rsidR="00B823AE" w:rsidRDefault="00B823AE" w:rsidP="00405D78">
      <w:pPr>
        <w:spacing w:after="0"/>
        <w:rPr>
          <w:rFonts w:ascii="Cambria" w:hAnsi="Cambria"/>
          <w:sz w:val="24"/>
          <w:szCs w:val="24"/>
          <w:lang w:val="ru-RU"/>
        </w:rPr>
      </w:pPr>
    </w:p>
    <w:p w:rsidR="00B823AE" w:rsidRPr="005E39E4" w:rsidRDefault="00B823AE" w:rsidP="000760BB">
      <w:pPr>
        <w:pStyle w:val="ListParagraph"/>
        <w:numPr>
          <w:ilvl w:val="0"/>
          <w:numId w:val="11"/>
        </w:numPr>
        <w:spacing w:after="0"/>
        <w:ind w:left="284" w:firstLine="0"/>
        <w:rPr>
          <w:rFonts w:ascii="Cambria" w:hAnsi="Cambria"/>
          <w:sz w:val="24"/>
          <w:szCs w:val="24"/>
          <w:lang w:val="ru-RU"/>
        </w:rPr>
      </w:pPr>
      <w:r w:rsidRPr="005E39E4">
        <w:rPr>
          <w:rFonts w:ascii="Cambria" w:hAnsi="Cambria"/>
          <w:sz w:val="24"/>
          <w:szCs w:val="24"/>
          <w:lang w:val="ru-RU"/>
        </w:rPr>
        <w:t>Территориальный орган управления здр</w:t>
      </w:r>
      <w:r>
        <w:rPr>
          <w:rFonts w:ascii="Cambria" w:hAnsi="Cambria"/>
          <w:sz w:val="24"/>
          <w:szCs w:val="24"/>
          <w:lang w:val="ru-RU"/>
        </w:rPr>
        <w:t xml:space="preserve">авоохранением или амбулаторно - </w:t>
      </w:r>
      <w:r w:rsidRPr="005E39E4">
        <w:rPr>
          <w:rFonts w:ascii="Cambria" w:hAnsi="Cambria"/>
          <w:sz w:val="24"/>
          <w:szCs w:val="24"/>
          <w:lang w:val="ru-RU"/>
        </w:rPr>
        <w:t>поликлиническое  учреждение в соответствии с утвержденной сметой расходов заключает прямые договоры с аптечными учреждениями для оплаты стоимости отпущенных лекарственных средств больным на основании выписанных</w:t>
      </w:r>
      <w:r>
        <w:rPr>
          <w:rFonts w:ascii="Cambria" w:hAnsi="Cambria"/>
          <w:sz w:val="24"/>
          <w:szCs w:val="24"/>
          <w:lang w:val="ru-RU"/>
        </w:rPr>
        <w:t xml:space="preserve"> </w:t>
      </w:r>
      <w:r w:rsidRPr="005E39E4">
        <w:rPr>
          <w:rFonts w:ascii="Cambria" w:hAnsi="Cambria"/>
          <w:sz w:val="24"/>
          <w:szCs w:val="24"/>
          <w:lang w:val="ru-RU"/>
        </w:rPr>
        <w:t xml:space="preserve"> рецептов, без предварительного проведения конкурса, тендера или электронных торгов, а также без размещения объявления в специальных информационных порталах.</w:t>
      </w:r>
    </w:p>
    <w:p w:rsidR="00B823AE" w:rsidRDefault="00B823AE" w:rsidP="00405D78">
      <w:pPr>
        <w:spacing w:after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             Договоры (соглашения) регистрируются в территориальных подразделениях Казначейства в установленном порядке.</w:t>
      </w:r>
    </w:p>
    <w:p w:rsidR="00B823AE" w:rsidRPr="006C117C" w:rsidRDefault="00B823AE" w:rsidP="006C117C">
      <w:pPr>
        <w:spacing w:after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 </w:t>
      </w:r>
      <w:r w:rsidRPr="006C117C">
        <w:rPr>
          <w:rFonts w:ascii="Cambria" w:hAnsi="Cambria"/>
          <w:sz w:val="24"/>
          <w:szCs w:val="24"/>
          <w:lang w:val="ru-RU"/>
        </w:rPr>
        <w:t>23</w:t>
      </w:r>
      <w:r>
        <w:rPr>
          <w:rFonts w:ascii="Cambria" w:hAnsi="Cambria"/>
          <w:sz w:val="24"/>
          <w:szCs w:val="24"/>
          <w:lang w:val="ru-RU"/>
        </w:rPr>
        <w:t xml:space="preserve">.  </w:t>
      </w:r>
      <w:r w:rsidRPr="006C117C">
        <w:rPr>
          <w:rFonts w:ascii="Cambria" w:hAnsi="Cambria"/>
          <w:sz w:val="24"/>
          <w:szCs w:val="24"/>
          <w:lang w:val="ru-RU"/>
        </w:rPr>
        <w:t xml:space="preserve"> Территориальный орган управления здравоохранением или амбулаторно – поликлиническое  учреждение, исходя из суммы договора в утвержденной сметы бюджета, производит ежемесячную предоплату в размере 15 процентов от месячной суммы.</w:t>
      </w:r>
    </w:p>
    <w:p w:rsidR="00B823AE" w:rsidRPr="00EB02AF" w:rsidRDefault="00B823AE" w:rsidP="00EB02AF">
      <w:pPr>
        <w:spacing w:after="0"/>
        <w:rPr>
          <w:rFonts w:ascii="Cambria" w:hAnsi="Cambria"/>
          <w:sz w:val="24"/>
          <w:szCs w:val="24"/>
          <w:lang w:val="ru-RU"/>
        </w:rPr>
      </w:pPr>
      <w:r w:rsidRPr="00EB02AF">
        <w:rPr>
          <w:rFonts w:ascii="Cambria" w:hAnsi="Cambria"/>
          <w:sz w:val="24"/>
          <w:szCs w:val="24"/>
          <w:lang w:val="ru-RU"/>
        </w:rPr>
        <w:t>24</w:t>
      </w:r>
      <w:r>
        <w:rPr>
          <w:rFonts w:ascii="Cambria" w:hAnsi="Cambria"/>
          <w:sz w:val="24"/>
          <w:szCs w:val="24"/>
          <w:lang w:val="ru-RU"/>
        </w:rPr>
        <w:t>.</w:t>
      </w:r>
      <w:r w:rsidRPr="00EB02AF">
        <w:rPr>
          <w:rFonts w:ascii="Cambria" w:hAnsi="Cambria"/>
          <w:sz w:val="24"/>
          <w:szCs w:val="24"/>
          <w:lang w:val="ru-RU"/>
        </w:rPr>
        <w:t xml:space="preserve">      Ежемесячно до 10 числа следующего месяца аптечными учреждениями составляются реестры отпущенных лекарственных средств по льготным рецептам, которые вместе со счёт-фактурой и первыми отрывными корешками представляются в территориальный орган управления здравоохранением или амбулаторно – поликлиническое учреждение. Реестры составляются в трех экземплярах по каждому амбулаторно – поликлиническому учреждению по форме согласно приложению к настоящему Положению.</w:t>
      </w:r>
    </w:p>
    <w:p w:rsidR="00B823AE" w:rsidRPr="00EB02AF" w:rsidRDefault="00B823AE" w:rsidP="00EB02AF">
      <w:pPr>
        <w:spacing w:after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25.</w:t>
      </w:r>
      <w:r w:rsidRPr="00EB02AF">
        <w:rPr>
          <w:rFonts w:ascii="Cambria" w:hAnsi="Cambria"/>
          <w:sz w:val="24"/>
          <w:szCs w:val="24"/>
          <w:lang w:val="ru-RU"/>
        </w:rPr>
        <w:t xml:space="preserve">     Две копии реестра представляются для оплаты. Третья копия реестра подписывается ответственным лицом территориального органа управления здравоохранением или амбулаторно – поликлиниче</w:t>
      </w:r>
      <w:r>
        <w:rPr>
          <w:rFonts w:ascii="Cambria" w:hAnsi="Cambria"/>
          <w:sz w:val="24"/>
          <w:szCs w:val="24"/>
          <w:lang w:val="ru-RU"/>
        </w:rPr>
        <w:t>ского учреждения о получении счё</w:t>
      </w:r>
      <w:r w:rsidRPr="00EB02AF">
        <w:rPr>
          <w:rFonts w:ascii="Cambria" w:hAnsi="Cambria"/>
          <w:sz w:val="24"/>
          <w:szCs w:val="24"/>
          <w:lang w:val="ru-RU"/>
        </w:rPr>
        <w:t xml:space="preserve">т-фактур, </w:t>
      </w:r>
      <w:r>
        <w:rPr>
          <w:rFonts w:ascii="Cambria" w:hAnsi="Cambria"/>
          <w:sz w:val="24"/>
          <w:szCs w:val="24"/>
          <w:lang w:val="ru-RU"/>
        </w:rPr>
        <w:t xml:space="preserve"> </w:t>
      </w:r>
      <w:r w:rsidRPr="00EB02AF">
        <w:rPr>
          <w:rFonts w:ascii="Cambria" w:hAnsi="Cambria"/>
          <w:sz w:val="24"/>
          <w:szCs w:val="24"/>
          <w:lang w:val="ru-RU"/>
        </w:rPr>
        <w:t>двух</w:t>
      </w:r>
      <w:r>
        <w:rPr>
          <w:rFonts w:ascii="Cambria" w:hAnsi="Cambria"/>
          <w:sz w:val="24"/>
          <w:szCs w:val="24"/>
          <w:lang w:val="ru-RU"/>
        </w:rPr>
        <w:t xml:space="preserve"> копий реестра и</w:t>
      </w:r>
      <w:r w:rsidRPr="00EB02AF">
        <w:rPr>
          <w:rFonts w:ascii="Cambria" w:hAnsi="Cambria"/>
          <w:sz w:val="24"/>
          <w:szCs w:val="24"/>
          <w:lang w:val="ru-RU"/>
        </w:rPr>
        <w:t xml:space="preserve"> первых отрывных корешков рецептов.</w:t>
      </w:r>
    </w:p>
    <w:p w:rsidR="00B823AE" w:rsidRPr="00EB02AF" w:rsidRDefault="00B823AE" w:rsidP="00EB02AF">
      <w:pPr>
        <w:spacing w:after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26.  </w:t>
      </w:r>
      <w:r w:rsidRPr="00EB02AF">
        <w:rPr>
          <w:rFonts w:ascii="Cambria" w:hAnsi="Cambria"/>
          <w:sz w:val="24"/>
          <w:szCs w:val="24"/>
          <w:lang w:val="ru-RU"/>
        </w:rPr>
        <w:t>Последующие расчеты между территориальным органом управления здравоохранения или амбулаторно – поликлиническим учреждением и аптечным учреждением  производятся согласно представленным реестром с приложением  от</w:t>
      </w:r>
      <w:r>
        <w:rPr>
          <w:rFonts w:ascii="Cambria" w:hAnsi="Cambria"/>
          <w:sz w:val="24"/>
          <w:szCs w:val="24"/>
          <w:lang w:val="ru-RU"/>
        </w:rPr>
        <w:t>рывных корешков и выписанных счё</w:t>
      </w:r>
      <w:r w:rsidRPr="00EB02AF">
        <w:rPr>
          <w:rFonts w:ascii="Cambria" w:hAnsi="Cambria"/>
          <w:sz w:val="24"/>
          <w:szCs w:val="24"/>
          <w:lang w:val="ru-RU"/>
        </w:rPr>
        <w:t>т-фактур по окончании отчетного месяца до 15 числа следующего календарного месяца.</w:t>
      </w:r>
    </w:p>
    <w:p w:rsidR="00B823AE" w:rsidRPr="00EB02AF" w:rsidRDefault="00B823AE" w:rsidP="00EB02AF">
      <w:pPr>
        <w:spacing w:after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        </w:t>
      </w:r>
      <w:r w:rsidRPr="00EB02AF">
        <w:rPr>
          <w:rFonts w:ascii="Cambria" w:hAnsi="Cambria"/>
          <w:sz w:val="24"/>
          <w:szCs w:val="24"/>
          <w:lang w:val="ru-RU"/>
        </w:rPr>
        <w:t>При этом счёт-фактуры, реестры с платежными поручениями  представляются в территориальные  подразделения Казначейства.</w:t>
      </w:r>
    </w:p>
    <w:p w:rsidR="00B823AE" w:rsidRPr="00EB02AF" w:rsidRDefault="00B823AE" w:rsidP="00EB02AF">
      <w:pPr>
        <w:spacing w:after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27.  </w:t>
      </w:r>
      <w:r w:rsidRPr="00EB02AF">
        <w:rPr>
          <w:rFonts w:ascii="Cambria" w:hAnsi="Cambria"/>
          <w:sz w:val="24"/>
          <w:szCs w:val="24"/>
          <w:lang w:val="ru-RU"/>
        </w:rPr>
        <w:t>Территориальным органам управления здравоохранением или амбулаторно – поликлиническим учреждениям разрешается, при наличии отрывных корешков рецептов, счёт-фактуры  и заполненного реестра, произвести разовую оплату аптечным учреждениям полной суммы по отпущенным лекарственным средствам.</w:t>
      </w:r>
    </w:p>
    <w:p w:rsidR="00B823AE" w:rsidRPr="00EB02AF" w:rsidRDefault="00B823AE" w:rsidP="00EB02AF">
      <w:pPr>
        <w:spacing w:after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28.  </w:t>
      </w:r>
      <w:r w:rsidRPr="00EB02AF">
        <w:rPr>
          <w:rFonts w:ascii="Cambria" w:hAnsi="Cambria"/>
          <w:sz w:val="24"/>
          <w:szCs w:val="24"/>
          <w:lang w:val="ru-RU"/>
        </w:rPr>
        <w:t>Финансирование расходов по льготной выдаче лекарственных средств отдельным категориям лиц осуществляется за счет средств соответствующих бюджетов.</w:t>
      </w:r>
    </w:p>
    <w:p w:rsidR="00B823AE" w:rsidRPr="00EB02AF" w:rsidRDefault="00B823AE" w:rsidP="00EB02AF">
      <w:pPr>
        <w:spacing w:after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29.  </w:t>
      </w:r>
      <w:r w:rsidRPr="00EB02AF">
        <w:rPr>
          <w:rFonts w:ascii="Cambria" w:hAnsi="Cambria"/>
          <w:sz w:val="24"/>
          <w:szCs w:val="24"/>
          <w:lang w:val="ru-RU"/>
        </w:rPr>
        <w:t>Для льготной выдачи лекарственных средств больным амбулаторно – поликлиническое учреждение :</w:t>
      </w:r>
    </w:p>
    <w:p w:rsidR="00B823AE" w:rsidRDefault="00B823AE" w:rsidP="00FF35CC">
      <w:pPr>
        <w:spacing w:after="0"/>
        <w:ind w:left="36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        з</w:t>
      </w:r>
      <w:r w:rsidRPr="00FF35CC">
        <w:rPr>
          <w:rFonts w:ascii="Cambria" w:hAnsi="Cambria"/>
          <w:sz w:val="24"/>
          <w:szCs w:val="24"/>
          <w:lang w:val="ru-RU"/>
        </w:rPr>
        <w:t>акупает их за счет плановых ассигнований, предусмотренных на эти цели в смете расходов учреждения;</w:t>
      </w:r>
    </w:p>
    <w:p w:rsidR="00B823AE" w:rsidRDefault="00B823AE" w:rsidP="00FF35CC">
      <w:pPr>
        <w:spacing w:after="0"/>
        <w:ind w:left="36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        приобретает их за счет внебюджетных средств учреждения;</w:t>
      </w:r>
    </w:p>
    <w:p w:rsidR="00B823AE" w:rsidRDefault="00B823AE" w:rsidP="00FF35CC">
      <w:pPr>
        <w:spacing w:after="0"/>
        <w:ind w:left="36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        получает их  на безвозмездной основе от вышестоящих  органов здравоохранения по распределению;</w:t>
      </w:r>
    </w:p>
    <w:p w:rsidR="00B823AE" w:rsidRDefault="00B823AE" w:rsidP="00FF35CC">
      <w:pPr>
        <w:spacing w:after="0"/>
        <w:ind w:left="36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       получает их из других источников, не запрещенных законодательством.</w:t>
      </w:r>
    </w:p>
    <w:p w:rsidR="00B823AE" w:rsidRPr="00EB02AF" w:rsidRDefault="00B823AE" w:rsidP="00EB02AF">
      <w:pPr>
        <w:spacing w:after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30.  </w:t>
      </w:r>
      <w:r w:rsidRPr="00EB02AF">
        <w:rPr>
          <w:rFonts w:ascii="Cambria" w:hAnsi="Cambria"/>
          <w:sz w:val="24"/>
          <w:szCs w:val="24"/>
          <w:lang w:val="ru-RU"/>
        </w:rPr>
        <w:t>Расходы на оплату лекарственных средств</w:t>
      </w:r>
      <w:r>
        <w:rPr>
          <w:rFonts w:ascii="Cambria" w:hAnsi="Cambria"/>
          <w:sz w:val="24"/>
          <w:szCs w:val="24"/>
          <w:lang w:val="ru-RU"/>
        </w:rPr>
        <w:t xml:space="preserve"> </w:t>
      </w:r>
      <w:r w:rsidRPr="00EB02AF">
        <w:rPr>
          <w:rFonts w:ascii="Cambria" w:hAnsi="Cambria"/>
          <w:sz w:val="24"/>
          <w:szCs w:val="24"/>
          <w:lang w:val="ru-RU"/>
        </w:rPr>
        <w:t xml:space="preserve"> для обеспечения отдельным категориям лиц при амбулаторном лечении носят целевой характер и не могут быть использованы на другие цели.</w:t>
      </w:r>
    </w:p>
    <w:p w:rsidR="00B823AE" w:rsidRDefault="00B823AE" w:rsidP="00FF35CC">
      <w:pPr>
        <w:spacing w:after="0"/>
        <w:rPr>
          <w:rFonts w:ascii="Cambria" w:hAnsi="Cambria"/>
          <w:sz w:val="24"/>
          <w:szCs w:val="24"/>
          <w:lang w:val="ru-RU"/>
        </w:rPr>
      </w:pPr>
    </w:p>
    <w:p w:rsidR="00B823AE" w:rsidRPr="00BB7CB5" w:rsidRDefault="00B823AE" w:rsidP="00FF35CC">
      <w:pPr>
        <w:spacing w:after="0"/>
        <w:jc w:val="center"/>
        <w:rPr>
          <w:rFonts w:ascii="Cambria" w:hAnsi="Cambria"/>
          <w:b/>
          <w:sz w:val="24"/>
          <w:szCs w:val="24"/>
          <w:lang w:val="ru-RU"/>
        </w:rPr>
      </w:pPr>
      <w:r w:rsidRPr="00BB7CB5">
        <w:rPr>
          <w:rFonts w:ascii="Cambria" w:hAnsi="Cambria"/>
          <w:b/>
          <w:sz w:val="24"/>
          <w:szCs w:val="24"/>
        </w:rPr>
        <w:t>V</w:t>
      </w:r>
      <w:r w:rsidRPr="00BB7CB5">
        <w:rPr>
          <w:rFonts w:ascii="Cambria" w:hAnsi="Cambria"/>
          <w:b/>
          <w:sz w:val="24"/>
          <w:szCs w:val="24"/>
          <w:lang w:val="ru-RU"/>
        </w:rPr>
        <w:t>. Заключительные положения</w:t>
      </w:r>
    </w:p>
    <w:p w:rsidR="00B823AE" w:rsidRDefault="00B823AE" w:rsidP="00FF35CC">
      <w:pPr>
        <w:spacing w:after="0"/>
        <w:jc w:val="center"/>
        <w:rPr>
          <w:rFonts w:ascii="Cambria" w:hAnsi="Cambria"/>
          <w:sz w:val="24"/>
          <w:szCs w:val="24"/>
          <w:lang w:val="ru-RU"/>
        </w:rPr>
      </w:pPr>
    </w:p>
    <w:p w:rsidR="00B823AE" w:rsidRPr="00EB02AF" w:rsidRDefault="00B823AE" w:rsidP="00EB02AF">
      <w:pPr>
        <w:spacing w:after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31.  </w:t>
      </w:r>
      <w:r w:rsidRPr="00EB02AF">
        <w:rPr>
          <w:rFonts w:ascii="Cambria" w:hAnsi="Cambria"/>
          <w:sz w:val="24"/>
          <w:szCs w:val="24"/>
          <w:lang w:val="ru-RU"/>
        </w:rPr>
        <w:t>Ответственность за необоснованное назначение отдельным категориям лиц лекарственных средств несет лечащий врач.</w:t>
      </w:r>
    </w:p>
    <w:p w:rsidR="00B823AE" w:rsidRPr="00EB02AF" w:rsidRDefault="00B823AE" w:rsidP="00EB02AF">
      <w:pPr>
        <w:spacing w:after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32.  </w:t>
      </w:r>
      <w:r w:rsidRPr="00EB02AF">
        <w:rPr>
          <w:rFonts w:ascii="Cambria" w:hAnsi="Cambria"/>
          <w:sz w:val="24"/>
          <w:szCs w:val="24"/>
          <w:lang w:val="ru-RU"/>
        </w:rPr>
        <w:t>Ответственность за организацию выдачи лекарственных средств больным в соответствии с требованиями настоящего  положения возлагается на руководителя  амбулаторно – поликлинического  учреждения.</w:t>
      </w:r>
    </w:p>
    <w:p w:rsidR="00B823AE" w:rsidRPr="00EB02AF" w:rsidRDefault="00B823AE" w:rsidP="00EB02AF">
      <w:pPr>
        <w:spacing w:after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33.  </w:t>
      </w:r>
      <w:r w:rsidRPr="00EB02AF">
        <w:rPr>
          <w:rFonts w:ascii="Cambria" w:hAnsi="Cambria"/>
          <w:sz w:val="24"/>
          <w:szCs w:val="24"/>
          <w:lang w:val="ru-RU"/>
        </w:rPr>
        <w:t xml:space="preserve">Контроль </w:t>
      </w:r>
      <w:r>
        <w:rPr>
          <w:rFonts w:ascii="Cambria" w:hAnsi="Cambria"/>
          <w:sz w:val="24"/>
          <w:szCs w:val="24"/>
          <w:lang w:val="ru-RU"/>
        </w:rPr>
        <w:t xml:space="preserve"> </w:t>
      </w:r>
      <w:r w:rsidRPr="00EB02AF">
        <w:rPr>
          <w:rFonts w:ascii="Cambria" w:hAnsi="Cambria"/>
          <w:sz w:val="24"/>
          <w:szCs w:val="24"/>
          <w:lang w:val="ru-RU"/>
        </w:rPr>
        <w:t>за  исполнением настоящего Положения осуществляется Министерством здравоохранения и Министерством финансов Республики Узбекистан.</w:t>
      </w:r>
    </w:p>
    <w:p w:rsidR="00B823AE" w:rsidRPr="00EB02AF" w:rsidRDefault="00B823AE" w:rsidP="00EB02AF">
      <w:pPr>
        <w:spacing w:after="0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34.  </w:t>
      </w:r>
      <w:r w:rsidRPr="00EB02AF">
        <w:rPr>
          <w:rFonts w:ascii="Cambria" w:hAnsi="Cambria"/>
          <w:sz w:val="24"/>
          <w:szCs w:val="24"/>
          <w:lang w:val="ru-RU"/>
        </w:rPr>
        <w:t>Лица, виновные в нарушении требований настоящего Положения, несут ответственность в установленном законодательством порядке.</w:t>
      </w:r>
    </w:p>
    <w:p w:rsidR="00B823AE" w:rsidRPr="003E1CF5" w:rsidRDefault="00B823AE" w:rsidP="00F31774">
      <w:pPr>
        <w:pStyle w:val="ListParagraph"/>
        <w:spacing w:after="0"/>
        <w:rPr>
          <w:rFonts w:ascii="Cambria" w:hAnsi="Cambria"/>
          <w:sz w:val="24"/>
          <w:szCs w:val="24"/>
          <w:lang w:val="ru-RU"/>
        </w:rPr>
      </w:pPr>
    </w:p>
    <w:p w:rsidR="00B823AE" w:rsidRDefault="00B823AE" w:rsidP="00FF35CC">
      <w:pPr>
        <w:spacing w:after="0"/>
        <w:ind w:left="360"/>
        <w:rPr>
          <w:rFonts w:ascii="Cambria" w:hAnsi="Cambria"/>
          <w:sz w:val="20"/>
          <w:szCs w:val="20"/>
          <w:lang w:val="ru-RU"/>
        </w:rPr>
      </w:pPr>
    </w:p>
    <w:p w:rsidR="00B823AE" w:rsidRDefault="00B823AE" w:rsidP="00FF35CC">
      <w:pPr>
        <w:spacing w:after="0"/>
        <w:ind w:left="360"/>
        <w:rPr>
          <w:rFonts w:ascii="Cambria" w:hAnsi="Cambria"/>
          <w:sz w:val="20"/>
          <w:szCs w:val="20"/>
          <w:lang w:val="ru-RU"/>
        </w:rPr>
      </w:pPr>
    </w:p>
    <w:p w:rsidR="00B823AE" w:rsidRDefault="00B823AE" w:rsidP="00FF35CC">
      <w:pPr>
        <w:spacing w:after="0"/>
        <w:ind w:left="360"/>
        <w:rPr>
          <w:rFonts w:ascii="Cambria" w:hAnsi="Cambria"/>
          <w:sz w:val="20"/>
          <w:szCs w:val="20"/>
          <w:lang w:val="ru-RU"/>
        </w:rPr>
      </w:pPr>
    </w:p>
    <w:p w:rsidR="00B823AE" w:rsidRDefault="00B823AE" w:rsidP="00FF35CC">
      <w:pPr>
        <w:spacing w:after="0"/>
        <w:ind w:left="360"/>
        <w:rPr>
          <w:rFonts w:ascii="Cambria" w:hAnsi="Cambria"/>
          <w:sz w:val="20"/>
          <w:szCs w:val="20"/>
          <w:lang w:val="ru-RU"/>
        </w:rPr>
      </w:pPr>
    </w:p>
    <w:p w:rsidR="00B823AE" w:rsidRDefault="00B823AE" w:rsidP="00FF35CC">
      <w:pPr>
        <w:spacing w:after="0"/>
        <w:ind w:left="360"/>
        <w:rPr>
          <w:rFonts w:ascii="Cambria" w:hAnsi="Cambria"/>
          <w:sz w:val="20"/>
          <w:szCs w:val="20"/>
          <w:lang w:val="ru-RU"/>
        </w:rPr>
      </w:pPr>
    </w:p>
    <w:p w:rsidR="00B823AE" w:rsidRDefault="00B823AE" w:rsidP="00FF35CC">
      <w:pPr>
        <w:spacing w:after="0"/>
        <w:ind w:left="360"/>
        <w:rPr>
          <w:rFonts w:ascii="Cambria" w:hAnsi="Cambria"/>
          <w:sz w:val="20"/>
          <w:szCs w:val="20"/>
          <w:lang w:val="ru-RU"/>
        </w:rPr>
      </w:pPr>
    </w:p>
    <w:p w:rsidR="00B823AE" w:rsidRDefault="00B823AE" w:rsidP="00FF35CC">
      <w:pPr>
        <w:spacing w:after="0"/>
        <w:ind w:left="360"/>
        <w:rPr>
          <w:rFonts w:ascii="Cambria" w:hAnsi="Cambria"/>
          <w:sz w:val="20"/>
          <w:szCs w:val="20"/>
          <w:lang w:val="ru-RU"/>
        </w:rPr>
      </w:pPr>
    </w:p>
    <w:p w:rsidR="00B823AE" w:rsidRDefault="00B823AE" w:rsidP="00FF35CC">
      <w:pPr>
        <w:spacing w:after="0"/>
        <w:ind w:left="360"/>
        <w:rPr>
          <w:rFonts w:ascii="Cambria" w:hAnsi="Cambria"/>
          <w:sz w:val="20"/>
          <w:szCs w:val="20"/>
          <w:lang w:val="ru-RU"/>
        </w:rPr>
      </w:pPr>
    </w:p>
    <w:p w:rsidR="00B823AE" w:rsidRDefault="00B823AE" w:rsidP="00FF35CC">
      <w:pPr>
        <w:spacing w:after="0"/>
        <w:ind w:left="360"/>
        <w:rPr>
          <w:rFonts w:ascii="Cambria" w:hAnsi="Cambria"/>
          <w:sz w:val="20"/>
          <w:szCs w:val="20"/>
          <w:lang w:val="ru-RU"/>
        </w:rPr>
      </w:pPr>
    </w:p>
    <w:p w:rsidR="00B823AE" w:rsidRDefault="00B823AE" w:rsidP="00FF35CC">
      <w:pPr>
        <w:spacing w:after="0"/>
        <w:ind w:left="360"/>
        <w:rPr>
          <w:rFonts w:ascii="Cambria" w:hAnsi="Cambria"/>
          <w:sz w:val="20"/>
          <w:szCs w:val="20"/>
          <w:lang w:val="ru-RU"/>
        </w:rPr>
      </w:pPr>
    </w:p>
    <w:p w:rsidR="00B823AE" w:rsidRDefault="00B823AE" w:rsidP="00FF35CC">
      <w:pPr>
        <w:spacing w:after="0"/>
        <w:ind w:left="360"/>
        <w:rPr>
          <w:rFonts w:ascii="Cambria" w:hAnsi="Cambria"/>
          <w:sz w:val="20"/>
          <w:szCs w:val="20"/>
          <w:lang w:val="ru-RU"/>
        </w:rPr>
      </w:pPr>
    </w:p>
    <w:p w:rsidR="00B823AE" w:rsidRDefault="00B823AE" w:rsidP="00FF35CC">
      <w:pPr>
        <w:spacing w:after="0"/>
        <w:ind w:left="360"/>
        <w:rPr>
          <w:rFonts w:ascii="Cambria" w:hAnsi="Cambria"/>
          <w:sz w:val="20"/>
          <w:szCs w:val="20"/>
          <w:lang w:val="ru-RU"/>
        </w:rPr>
      </w:pPr>
    </w:p>
    <w:p w:rsidR="00B823AE" w:rsidRDefault="00B823AE" w:rsidP="00FF35CC">
      <w:pPr>
        <w:spacing w:after="0"/>
        <w:ind w:left="360"/>
        <w:rPr>
          <w:rFonts w:ascii="Cambria" w:hAnsi="Cambria"/>
          <w:sz w:val="20"/>
          <w:szCs w:val="20"/>
          <w:lang w:val="ru-RU"/>
        </w:rPr>
      </w:pPr>
    </w:p>
    <w:p w:rsidR="00B823AE" w:rsidRDefault="00B823AE" w:rsidP="00FF35CC">
      <w:pPr>
        <w:spacing w:after="0"/>
        <w:ind w:left="360"/>
        <w:rPr>
          <w:rFonts w:ascii="Cambria" w:hAnsi="Cambria"/>
          <w:sz w:val="20"/>
          <w:szCs w:val="20"/>
          <w:lang w:val="ru-RU"/>
        </w:rPr>
      </w:pPr>
    </w:p>
    <w:p w:rsidR="00B823AE" w:rsidRDefault="00B823AE" w:rsidP="00FF35CC">
      <w:pPr>
        <w:spacing w:after="0"/>
        <w:ind w:left="360"/>
        <w:rPr>
          <w:rFonts w:ascii="Cambria" w:hAnsi="Cambria"/>
          <w:sz w:val="20"/>
          <w:szCs w:val="20"/>
          <w:lang w:val="ru-RU"/>
        </w:rPr>
      </w:pPr>
    </w:p>
    <w:p w:rsidR="00B823AE" w:rsidRDefault="00B823AE" w:rsidP="00FF35CC">
      <w:pPr>
        <w:spacing w:after="0"/>
        <w:ind w:left="360"/>
        <w:rPr>
          <w:rFonts w:ascii="Cambria" w:hAnsi="Cambria"/>
          <w:sz w:val="20"/>
          <w:szCs w:val="20"/>
          <w:lang w:val="ru-RU"/>
        </w:rPr>
      </w:pPr>
    </w:p>
    <w:p w:rsidR="00B823AE" w:rsidRDefault="00B823AE" w:rsidP="00FF35CC">
      <w:pPr>
        <w:spacing w:after="0"/>
        <w:ind w:left="360"/>
        <w:rPr>
          <w:rFonts w:ascii="Cambria" w:hAnsi="Cambria"/>
          <w:sz w:val="20"/>
          <w:szCs w:val="20"/>
          <w:lang w:val="ru-RU"/>
        </w:rPr>
      </w:pPr>
    </w:p>
    <w:p w:rsidR="00B823AE" w:rsidRDefault="00B823AE" w:rsidP="00FF35CC">
      <w:pPr>
        <w:spacing w:after="0"/>
        <w:ind w:left="360"/>
        <w:rPr>
          <w:rFonts w:ascii="Cambria" w:hAnsi="Cambria"/>
          <w:sz w:val="20"/>
          <w:szCs w:val="20"/>
          <w:lang w:val="ru-RU"/>
        </w:rPr>
      </w:pPr>
    </w:p>
    <w:p w:rsidR="00B823AE" w:rsidRDefault="00B823AE" w:rsidP="00FF35CC">
      <w:pPr>
        <w:spacing w:after="0"/>
        <w:ind w:left="360"/>
        <w:rPr>
          <w:rFonts w:ascii="Cambria" w:hAnsi="Cambria"/>
          <w:sz w:val="20"/>
          <w:szCs w:val="20"/>
          <w:lang w:val="ru-RU"/>
        </w:rPr>
      </w:pPr>
    </w:p>
    <w:p w:rsidR="00B823AE" w:rsidRDefault="00B823AE" w:rsidP="00FF35CC">
      <w:pPr>
        <w:spacing w:after="0"/>
        <w:ind w:left="360"/>
        <w:rPr>
          <w:rFonts w:ascii="Cambria" w:hAnsi="Cambria"/>
          <w:sz w:val="20"/>
          <w:szCs w:val="20"/>
          <w:lang w:val="ru-RU"/>
        </w:rPr>
      </w:pPr>
    </w:p>
    <w:p w:rsidR="00B823AE" w:rsidRDefault="00B823AE" w:rsidP="00FF35CC">
      <w:pPr>
        <w:spacing w:after="0"/>
        <w:ind w:left="360"/>
        <w:rPr>
          <w:rFonts w:ascii="Cambria" w:hAnsi="Cambria"/>
          <w:sz w:val="20"/>
          <w:szCs w:val="20"/>
          <w:lang w:val="ru-RU"/>
        </w:rPr>
      </w:pPr>
    </w:p>
    <w:p w:rsidR="00B823AE" w:rsidRDefault="00B823AE" w:rsidP="00FF35CC">
      <w:pPr>
        <w:spacing w:after="0"/>
        <w:ind w:left="360"/>
        <w:rPr>
          <w:rFonts w:ascii="Cambria" w:hAnsi="Cambria"/>
          <w:sz w:val="20"/>
          <w:szCs w:val="20"/>
          <w:lang w:val="ru-RU"/>
        </w:rPr>
      </w:pPr>
    </w:p>
    <w:p w:rsidR="00B823AE" w:rsidRDefault="00B823AE" w:rsidP="00FF35CC">
      <w:pPr>
        <w:spacing w:after="0"/>
        <w:ind w:left="360"/>
        <w:rPr>
          <w:rFonts w:ascii="Cambria" w:hAnsi="Cambria"/>
          <w:sz w:val="20"/>
          <w:szCs w:val="20"/>
          <w:lang w:val="ru-RU"/>
        </w:rPr>
      </w:pPr>
    </w:p>
    <w:p w:rsidR="00B823AE" w:rsidRDefault="00B823AE" w:rsidP="00FF35CC">
      <w:pPr>
        <w:spacing w:after="0"/>
        <w:ind w:left="360"/>
        <w:rPr>
          <w:rFonts w:ascii="Cambria" w:hAnsi="Cambria"/>
          <w:sz w:val="20"/>
          <w:szCs w:val="20"/>
          <w:lang w:val="ru-RU"/>
        </w:rPr>
      </w:pPr>
    </w:p>
    <w:p w:rsidR="00B823AE" w:rsidRDefault="00B823AE" w:rsidP="00FF35CC">
      <w:pPr>
        <w:spacing w:after="0"/>
        <w:ind w:left="360"/>
        <w:rPr>
          <w:rFonts w:ascii="Cambria" w:hAnsi="Cambria"/>
          <w:sz w:val="20"/>
          <w:szCs w:val="20"/>
          <w:lang w:val="ru-RU"/>
        </w:rPr>
      </w:pPr>
    </w:p>
    <w:p w:rsidR="00B823AE" w:rsidRDefault="00B823AE" w:rsidP="00FF35CC">
      <w:pPr>
        <w:spacing w:after="0"/>
        <w:ind w:left="360"/>
        <w:rPr>
          <w:rFonts w:ascii="Cambria" w:hAnsi="Cambria"/>
          <w:sz w:val="20"/>
          <w:szCs w:val="20"/>
          <w:lang w:val="ru-RU"/>
        </w:rPr>
      </w:pPr>
    </w:p>
    <w:p w:rsidR="00B823AE" w:rsidRDefault="00B823AE" w:rsidP="00FF35CC">
      <w:pPr>
        <w:spacing w:after="0"/>
        <w:ind w:left="360"/>
        <w:rPr>
          <w:rFonts w:ascii="Cambria" w:hAnsi="Cambria"/>
          <w:sz w:val="20"/>
          <w:szCs w:val="20"/>
          <w:lang w:val="ru-RU"/>
        </w:rPr>
      </w:pPr>
    </w:p>
    <w:p w:rsidR="00B823AE" w:rsidRDefault="00B823AE" w:rsidP="00FF35CC">
      <w:pPr>
        <w:spacing w:after="0"/>
        <w:ind w:left="360"/>
        <w:rPr>
          <w:rFonts w:ascii="Cambria" w:hAnsi="Cambria"/>
          <w:sz w:val="20"/>
          <w:szCs w:val="20"/>
          <w:lang w:val="ru-RU"/>
        </w:rPr>
      </w:pPr>
    </w:p>
    <w:p w:rsidR="00B823AE" w:rsidRDefault="00B823AE" w:rsidP="00FF35CC">
      <w:pPr>
        <w:spacing w:after="0"/>
        <w:ind w:left="360"/>
        <w:rPr>
          <w:rFonts w:ascii="Cambria" w:hAnsi="Cambria"/>
          <w:sz w:val="20"/>
          <w:szCs w:val="20"/>
          <w:lang w:val="ru-RU"/>
        </w:rPr>
      </w:pPr>
    </w:p>
    <w:p w:rsidR="00B823AE" w:rsidRDefault="00B823AE" w:rsidP="00FF35CC">
      <w:pPr>
        <w:spacing w:after="0"/>
        <w:ind w:left="360"/>
        <w:rPr>
          <w:rFonts w:ascii="Cambria" w:hAnsi="Cambria"/>
          <w:sz w:val="20"/>
          <w:szCs w:val="20"/>
          <w:lang w:val="ru-RU"/>
        </w:rPr>
      </w:pPr>
    </w:p>
    <w:p w:rsidR="00B823AE" w:rsidRDefault="00B823AE" w:rsidP="00FF35CC">
      <w:pPr>
        <w:spacing w:after="0"/>
        <w:ind w:left="360"/>
        <w:rPr>
          <w:rFonts w:ascii="Cambria" w:hAnsi="Cambria"/>
          <w:sz w:val="20"/>
          <w:szCs w:val="20"/>
          <w:lang w:val="ru-RU"/>
        </w:rPr>
      </w:pPr>
    </w:p>
    <w:p w:rsidR="00B823AE" w:rsidRDefault="00B823AE" w:rsidP="00FF35CC">
      <w:pPr>
        <w:spacing w:after="0"/>
        <w:ind w:left="360"/>
        <w:rPr>
          <w:rFonts w:ascii="Cambria" w:hAnsi="Cambria"/>
          <w:sz w:val="20"/>
          <w:szCs w:val="20"/>
          <w:lang w:val="ru-RU"/>
        </w:rPr>
      </w:pPr>
    </w:p>
    <w:p w:rsidR="00B823AE" w:rsidRDefault="00B823AE" w:rsidP="00FF35CC">
      <w:pPr>
        <w:spacing w:after="0"/>
        <w:ind w:left="360"/>
        <w:rPr>
          <w:rFonts w:ascii="Cambria" w:hAnsi="Cambria"/>
          <w:sz w:val="20"/>
          <w:szCs w:val="20"/>
          <w:lang w:val="ru-RU"/>
        </w:rPr>
      </w:pPr>
    </w:p>
    <w:p w:rsidR="00B823AE" w:rsidRDefault="00B823AE" w:rsidP="00FF35CC">
      <w:pPr>
        <w:spacing w:after="0"/>
        <w:ind w:left="360"/>
        <w:rPr>
          <w:rFonts w:ascii="Cambria" w:hAnsi="Cambria"/>
          <w:sz w:val="20"/>
          <w:szCs w:val="20"/>
          <w:lang w:val="ru-RU"/>
        </w:rPr>
      </w:pPr>
    </w:p>
    <w:p w:rsidR="00B823AE" w:rsidRDefault="00B823AE" w:rsidP="00FF35CC">
      <w:pPr>
        <w:spacing w:after="0"/>
        <w:ind w:left="360"/>
        <w:rPr>
          <w:rFonts w:ascii="Cambria" w:hAnsi="Cambria"/>
          <w:sz w:val="20"/>
          <w:szCs w:val="20"/>
          <w:lang w:val="ru-RU"/>
        </w:rPr>
      </w:pPr>
    </w:p>
    <w:p w:rsidR="00B823AE" w:rsidRDefault="00B823AE" w:rsidP="00FF35CC">
      <w:pPr>
        <w:spacing w:after="0"/>
        <w:ind w:left="360"/>
        <w:rPr>
          <w:rFonts w:ascii="Cambria" w:hAnsi="Cambria"/>
          <w:sz w:val="20"/>
          <w:szCs w:val="20"/>
          <w:lang w:val="ru-RU"/>
        </w:rPr>
      </w:pPr>
    </w:p>
    <w:p w:rsidR="00B823AE" w:rsidRDefault="00B823AE" w:rsidP="00FF35CC">
      <w:pPr>
        <w:spacing w:after="0"/>
        <w:ind w:left="360"/>
        <w:rPr>
          <w:rFonts w:ascii="Cambria" w:hAnsi="Cambria"/>
          <w:sz w:val="20"/>
          <w:szCs w:val="20"/>
          <w:lang w:val="ru-RU"/>
        </w:rPr>
      </w:pPr>
    </w:p>
    <w:p w:rsidR="00B823AE" w:rsidRDefault="00B823AE" w:rsidP="00FF35CC">
      <w:pPr>
        <w:spacing w:after="0"/>
        <w:ind w:left="360"/>
        <w:rPr>
          <w:rFonts w:ascii="Cambria" w:hAnsi="Cambria"/>
          <w:sz w:val="20"/>
          <w:szCs w:val="20"/>
          <w:lang w:val="ru-RU"/>
        </w:rPr>
      </w:pPr>
    </w:p>
    <w:p w:rsidR="00B823AE" w:rsidRDefault="00B823AE" w:rsidP="00FF35CC">
      <w:pPr>
        <w:spacing w:after="0"/>
        <w:ind w:left="360"/>
        <w:rPr>
          <w:rFonts w:ascii="Cambria" w:hAnsi="Cambria"/>
          <w:sz w:val="20"/>
          <w:szCs w:val="20"/>
          <w:lang w:val="ru-RU"/>
        </w:rPr>
      </w:pPr>
    </w:p>
    <w:p w:rsidR="00B823AE" w:rsidRDefault="00B823AE" w:rsidP="00FF35CC">
      <w:pPr>
        <w:spacing w:after="0"/>
        <w:ind w:left="360"/>
        <w:rPr>
          <w:rFonts w:ascii="Cambria" w:hAnsi="Cambria"/>
          <w:sz w:val="20"/>
          <w:szCs w:val="20"/>
          <w:lang w:val="ru-RU"/>
        </w:rPr>
      </w:pPr>
    </w:p>
    <w:p w:rsidR="00B823AE" w:rsidRDefault="00B823AE" w:rsidP="00FF35CC">
      <w:pPr>
        <w:spacing w:after="0"/>
        <w:ind w:left="360"/>
        <w:rPr>
          <w:rFonts w:ascii="Cambria" w:hAnsi="Cambria"/>
          <w:sz w:val="20"/>
          <w:szCs w:val="20"/>
          <w:lang w:val="ru-RU"/>
        </w:rPr>
      </w:pPr>
    </w:p>
    <w:p w:rsidR="00B823AE" w:rsidRDefault="00B823AE" w:rsidP="00FF35CC">
      <w:pPr>
        <w:spacing w:after="0"/>
        <w:ind w:left="360"/>
        <w:rPr>
          <w:rFonts w:ascii="Cambria" w:hAnsi="Cambria"/>
          <w:sz w:val="20"/>
          <w:szCs w:val="20"/>
          <w:lang w:val="ru-RU"/>
        </w:rPr>
      </w:pPr>
    </w:p>
    <w:p w:rsidR="00B823AE" w:rsidRDefault="00B823AE" w:rsidP="00FF35CC">
      <w:pPr>
        <w:spacing w:after="0"/>
        <w:ind w:left="360"/>
        <w:rPr>
          <w:rFonts w:ascii="Cambria" w:hAnsi="Cambria"/>
          <w:sz w:val="20"/>
          <w:szCs w:val="20"/>
          <w:lang w:val="ru-RU"/>
        </w:rPr>
      </w:pPr>
    </w:p>
    <w:p w:rsidR="00B823AE" w:rsidRDefault="00B823AE" w:rsidP="00FF35CC">
      <w:pPr>
        <w:spacing w:after="0"/>
        <w:ind w:left="360"/>
        <w:rPr>
          <w:rFonts w:ascii="Cambria" w:hAnsi="Cambria"/>
          <w:sz w:val="20"/>
          <w:szCs w:val="20"/>
          <w:lang w:val="ru-RU"/>
        </w:rPr>
      </w:pPr>
    </w:p>
    <w:p w:rsidR="00B823AE" w:rsidRDefault="00B823AE" w:rsidP="00FF35CC">
      <w:pPr>
        <w:spacing w:after="0"/>
        <w:ind w:left="360"/>
        <w:rPr>
          <w:rFonts w:ascii="Cambria" w:hAnsi="Cambria"/>
          <w:sz w:val="20"/>
          <w:szCs w:val="20"/>
          <w:lang w:val="ru-RU"/>
        </w:rPr>
      </w:pPr>
    </w:p>
    <w:p w:rsidR="00B823AE" w:rsidRDefault="00B823AE" w:rsidP="00FF35CC">
      <w:pPr>
        <w:spacing w:after="0"/>
        <w:ind w:left="360"/>
        <w:rPr>
          <w:rFonts w:ascii="Cambria" w:hAnsi="Cambria"/>
          <w:sz w:val="20"/>
          <w:szCs w:val="20"/>
          <w:lang w:val="ru-RU"/>
        </w:rPr>
      </w:pPr>
    </w:p>
    <w:p w:rsidR="00B823AE" w:rsidRPr="00040317" w:rsidRDefault="00B823AE" w:rsidP="00FF35CC">
      <w:pPr>
        <w:spacing w:after="0"/>
        <w:ind w:left="360"/>
        <w:rPr>
          <w:rFonts w:ascii="Cambria" w:hAnsi="Cambria"/>
          <w:sz w:val="20"/>
          <w:szCs w:val="20"/>
          <w:lang w:val="ru-RU"/>
        </w:rPr>
      </w:pPr>
    </w:p>
    <w:p w:rsidR="00B823AE" w:rsidRDefault="00B823AE" w:rsidP="00D541D0">
      <w:pPr>
        <w:spacing w:after="0"/>
        <w:jc w:val="right"/>
        <w:rPr>
          <w:rFonts w:ascii="Cambria" w:hAnsi="Cambria"/>
          <w:sz w:val="24"/>
          <w:szCs w:val="24"/>
          <w:lang w:val="ru-RU"/>
        </w:rPr>
      </w:pPr>
    </w:p>
    <w:p w:rsidR="00B823AE" w:rsidRPr="003E3E3D" w:rsidRDefault="00B823AE" w:rsidP="003E3E3D">
      <w:pPr>
        <w:ind w:left="4248"/>
        <w:jc w:val="center"/>
        <w:rPr>
          <w:lang w:val="ru-RU"/>
        </w:rPr>
      </w:pPr>
      <w:r w:rsidRPr="003E3E3D">
        <w:rPr>
          <w:lang w:val="ru-RU"/>
        </w:rPr>
        <w:t>Приложение № 1</w:t>
      </w:r>
      <w:r w:rsidRPr="003E3E3D">
        <w:rPr>
          <w:lang w:val="ru-RU"/>
        </w:rPr>
        <w:br/>
      </w:r>
      <w:r w:rsidRPr="003E3E3D">
        <w:rPr>
          <w:spacing w:val="-3"/>
          <w:lang w:val="ru-RU"/>
        </w:rPr>
        <w:t>к постановлению Кабинета Министров</w:t>
      </w:r>
      <w:r w:rsidRPr="003E3E3D">
        <w:rPr>
          <w:spacing w:val="-3"/>
          <w:lang w:val="ru-RU"/>
        </w:rPr>
        <w:br/>
      </w:r>
      <w:r w:rsidRPr="003E3E3D">
        <w:rPr>
          <w:lang w:val="ru-RU"/>
        </w:rPr>
        <w:t>от «</w:t>
      </w:r>
      <w:r>
        <w:rPr>
          <w:lang w:val="ru-RU"/>
        </w:rPr>
        <w:t>22</w:t>
      </w:r>
      <w:r w:rsidRPr="003E3E3D">
        <w:rPr>
          <w:lang w:val="ru-RU"/>
        </w:rPr>
        <w:t>» _</w:t>
      </w:r>
      <w:r>
        <w:rPr>
          <w:lang w:val="ru-RU"/>
        </w:rPr>
        <w:t>июля</w:t>
      </w:r>
      <w:r w:rsidRPr="003E3E3D">
        <w:rPr>
          <w:lang w:val="ru-RU"/>
        </w:rPr>
        <w:t xml:space="preserve"> 2013 г. № </w:t>
      </w:r>
      <w:r>
        <w:rPr>
          <w:lang w:val="ru-RU"/>
        </w:rPr>
        <w:t>204</w:t>
      </w:r>
    </w:p>
    <w:p w:rsidR="00B823AE" w:rsidRPr="003E3E3D" w:rsidRDefault="00B823AE" w:rsidP="003E3E3D">
      <w:pPr>
        <w:autoSpaceDE w:val="0"/>
        <w:autoSpaceDN w:val="0"/>
        <w:adjustRightInd w:val="0"/>
        <w:jc w:val="center"/>
        <w:rPr>
          <w:b/>
          <w:bCs/>
          <w:noProof/>
          <w:sz w:val="26"/>
          <w:szCs w:val="26"/>
          <w:lang w:val="ru-RU"/>
        </w:rPr>
      </w:pPr>
    </w:p>
    <w:p w:rsidR="00B823AE" w:rsidRPr="003E3E3D" w:rsidRDefault="00B823AE" w:rsidP="003E3E3D">
      <w:pPr>
        <w:autoSpaceDE w:val="0"/>
        <w:autoSpaceDN w:val="0"/>
        <w:adjustRightInd w:val="0"/>
        <w:jc w:val="center"/>
        <w:rPr>
          <w:b/>
          <w:bCs/>
          <w:noProof/>
          <w:sz w:val="26"/>
          <w:szCs w:val="26"/>
          <w:lang w:val="ru-RU"/>
        </w:rPr>
      </w:pPr>
    </w:p>
    <w:p w:rsidR="00B823AE" w:rsidRPr="003E3E3D" w:rsidRDefault="00B823AE" w:rsidP="003E3E3D">
      <w:pPr>
        <w:autoSpaceDE w:val="0"/>
        <w:autoSpaceDN w:val="0"/>
        <w:adjustRightInd w:val="0"/>
        <w:jc w:val="center"/>
        <w:rPr>
          <w:b/>
          <w:bCs/>
          <w:noProof/>
          <w:sz w:val="26"/>
          <w:szCs w:val="26"/>
          <w:lang w:val="ru-RU"/>
        </w:rPr>
      </w:pPr>
      <w:r w:rsidRPr="003E3E3D">
        <w:rPr>
          <w:b/>
          <w:bCs/>
          <w:noProof/>
          <w:sz w:val="26"/>
          <w:szCs w:val="26"/>
          <w:lang w:val="ru-RU"/>
        </w:rPr>
        <w:t>Перечень</w:t>
      </w:r>
    </w:p>
    <w:p w:rsidR="00B823AE" w:rsidRPr="003E3E3D" w:rsidRDefault="00B823AE" w:rsidP="003E3E3D">
      <w:pPr>
        <w:autoSpaceDE w:val="0"/>
        <w:autoSpaceDN w:val="0"/>
        <w:adjustRightInd w:val="0"/>
        <w:jc w:val="center"/>
        <w:rPr>
          <w:b/>
          <w:bCs/>
          <w:noProof/>
          <w:sz w:val="26"/>
          <w:szCs w:val="26"/>
          <w:lang w:val="ru-RU"/>
        </w:rPr>
      </w:pPr>
      <w:r w:rsidRPr="003E3E3D">
        <w:rPr>
          <w:b/>
          <w:sz w:val="26"/>
          <w:szCs w:val="26"/>
          <w:lang w:val="ru-RU"/>
        </w:rPr>
        <w:t>категорий лиц, имеющих право на льготное обеспечение лекарственными средствами при амбулаторном лечении</w:t>
      </w:r>
    </w:p>
    <w:p w:rsidR="00B823AE" w:rsidRPr="003E3E3D" w:rsidRDefault="00B823AE" w:rsidP="003E3E3D">
      <w:pPr>
        <w:autoSpaceDE w:val="0"/>
        <w:autoSpaceDN w:val="0"/>
        <w:adjustRightInd w:val="0"/>
        <w:jc w:val="center"/>
        <w:rPr>
          <w:rFonts w:ascii="Virtec Times New Roman Uz" w:hAnsi="Virtec Times New Roman Uz" w:cs="Virtec Times New Roman Uz"/>
          <w:noProof/>
          <w:sz w:val="26"/>
          <w:szCs w:val="26"/>
          <w:lang w:val="ru-RU"/>
        </w:rPr>
      </w:pPr>
    </w:p>
    <w:p w:rsidR="00B823AE" w:rsidRPr="003E3E3D" w:rsidRDefault="00B823AE" w:rsidP="003E3E3D">
      <w:pPr>
        <w:autoSpaceDE w:val="0"/>
        <w:autoSpaceDN w:val="0"/>
        <w:adjustRightInd w:val="0"/>
        <w:spacing w:after="120"/>
        <w:ind w:firstLine="709"/>
        <w:jc w:val="both"/>
        <w:rPr>
          <w:noProof/>
          <w:sz w:val="26"/>
          <w:szCs w:val="26"/>
          <w:lang w:val="ru-RU"/>
        </w:rPr>
      </w:pPr>
      <w:r w:rsidRPr="003E3E3D">
        <w:rPr>
          <w:noProof/>
          <w:sz w:val="26"/>
          <w:szCs w:val="26"/>
          <w:lang w:val="ru-RU"/>
        </w:rPr>
        <w:t>1. Больные онкологическими заболеваниями.</w:t>
      </w:r>
    </w:p>
    <w:p w:rsidR="00B823AE" w:rsidRPr="003E3E3D" w:rsidRDefault="00B823AE" w:rsidP="003E3E3D">
      <w:pPr>
        <w:autoSpaceDE w:val="0"/>
        <w:autoSpaceDN w:val="0"/>
        <w:adjustRightInd w:val="0"/>
        <w:spacing w:after="120"/>
        <w:ind w:firstLine="709"/>
        <w:jc w:val="both"/>
        <w:rPr>
          <w:noProof/>
          <w:sz w:val="26"/>
          <w:szCs w:val="26"/>
          <w:lang w:val="ru-RU"/>
        </w:rPr>
      </w:pPr>
      <w:r w:rsidRPr="003E3E3D">
        <w:rPr>
          <w:noProof/>
          <w:sz w:val="26"/>
          <w:szCs w:val="26"/>
          <w:lang w:val="ru-RU"/>
        </w:rPr>
        <w:t>2. Больные туберкулезом.</w:t>
      </w:r>
    </w:p>
    <w:p w:rsidR="00B823AE" w:rsidRPr="003E3E3D" w:rsidRDefault="00B823AE" w:rsidP="003E3E3D">
      <w:pPr>
        <w:autoSpaceDE w:val="0"/>
        <w:autoSpaceDN w:val="0"/>
        <w:adjustRightInd w:val="0"/>
        <w:spacing w:after="120"/>
        <w:ind w:firstLine="709"/>
        <w:jc w:val="both"/>
        <w:rPr>
          <w:noProof/>
          <w:sz w:val="26"/>
          <w:szCs w:val="26"/>
          <w:lang w:val="ru-RU"/>
        </w:rPr>
      </w:pPr>
      <w:r w:rsidRPr="003E3E3D">
        <w:rPr>
          <w:noProof/>
          <w:sz w:val="26"/>
          <w:szCs w:val="26"/>
          <w:lang w:val="ru-RU"/>
        </w:rPr>
        <w:t>3. Больные лепрой.</w:t>
      </w:r>
    </w:p>
    <w:p w:rsidR="00B823AE" w:rsidRPr="003E3E3D" w:rsidRDefault="00B823AE" w:rsidP="003E3E3D">
      <w:pPr>
        <w:autoSpaceDE w:val="0"/>
        <w:autoSpaceDN w:val="0"/>
        <w:adjustRightInd w:val="0"/>
        <w:spacing w:after="120"/>
        <w:ind w:firstLine="709"/>
        <w:jc w:val="both"/>
        <w:rPr>
          <w:noProof/>
          <w:sz w:val="26"/>
          <w:szCs w:val="26"/>
          <w:lang w:val="ru-RU"/>
        </w:rPr>
      </w:pPr>
      <w:r w:rsidRPr="003E3E3D">
        <w:rPr>
          <w:noProof/>
          <w:sz w:val="26"/>
          <w:szCs w:val="26"/>
          <w:lang w:val="ru-RU"/>
        </w:rPr>
        <w:t>4. Больные эндокринологическими заболеваниями (</w:t>
      </w:r>
      <w:r w:rsidRPr="003E3E3D">
        <w:rPr>
          <w:position w:val="2"/>
          <w:sz w:val="26"/>
          <w:szCs w:val="26"/>
          <w:lang w:val="ru-RU"/>
        </w:rPr>
        <w:t>сахарным и несахарным диабетом</w:t>
      </w:r>
      <w:r w:rsidRPr="003E3E3D">
        <w:rPr>
          <w:noProof/>
          <w:sz w:val="26"/>
          <w:szCs w:val="26"/>
          <w:lang w:val="ru-RU"/>
        </w:rPr>
        <w:t>).</w:t>
      </w:r>
    </w:p>
    <w:p w:rsidR="00B823AE" w:rsidRPr="003E3E3D" w:rsidRDefault="00B823AE" w:rsidP="003E3E3D">
      <w:pPr>
        <w:autoSpaceDE w:val="0"/>
        <w:autoSpaceDN w:val="0"/>
        <w:adjustRightInd w:val="0"/>
        <w:spacing w:after="120"/>
        <w:ind w:firstLine="709"/>
        <w:jc w:val="both"/>
        <w:rPr>
          <w:noProof/>
          <w:sz w:val="26"/>
          <w:szCs w:val="26"/>
          <w:lang w:val="ru-RU"/>
        </w:rPr>
      </w:pPr>
      <w:r w:rsidRPr="003E3E3D">
        <w:rPr>
          <w:noProof/>
          <w:sz w:val="26"/>
          <w:szCs w:val="26"/>
          <w:lang w:val="ru-RU"/>
        </w:rPr>
        <w:t>5. Больные психическими заболеваниями.</w:t>
      </w:r>
    </w:p>
    <w:p w:rsidR="00B823AE" w:rsidRPr="003E3E3D" w:rsidRDefault="00B823AE" w:rsidP="003E3E3D">
      <w:pPr>
        <w:autoSpaceDE w:val="0"/>
        <w:autoSpaceDN w:val="0"/>
        <w:adjustRightInd w:val="0"/>
        <w:spacing w:after="120"/>
        <w:ind w:firstLine="709"/>
        <w:rPr>
          <w:noProof/>
          <w:sz w:val="26"/>
          <w:szCs w:val="26"/>
          <w:lang w:val="ru-RU"/>
        </w:rPr>
      </w:pPr>
      <w:r w:rsidRPr="003E3E3D">
        <w:rPr>
          <w:noProof/>
          <w:sz w:val="26"/>
          <w:szCs w:val="26"/>
          <w:lang w:val="ru-RU"/>
        </w:rPr>
        <w:t>6. ВИЧ-инфицированные.</w:t>
      </w:r>
    </w:p>
    <w:p w:rsidR="00B823AE" w:rsidRPr="003E3E3D" w:rsidRDefault="00B823AE" w:rsidP="003E3E3D">
      <w:pPr>
        <w:autoSpaceDE w:val="0"/>
        <w:autoSpaceDN w:val="0"/>
        <w:adjustRightInd w:val="0"/>
        <w:spacing w:after="120"/>
        <w:ind w:firstLine="709"/>
        <w:jc w:val="both"/>
        <w:rPr>
          <w:noProof/>
          <w:sz w:val="26"/>
          <w:szCs w:val="26"/>
          <w:lang w:val="ru-RU"/>
        </w:rPr>
      </w:pPr>
      <w:r w:rsidRPr="003E3E3D">
        <w:rPr>
          <w:noProof/>
          <w:sz w:val="26"/>
          <w:szCs w:val="26"/>
          <w:lang w:val="ru-RU"/>
        </w:rPr>
        <w:t>7.</w:t>
      </w:r>
      <w:r>
        <w:rPr>
          <w:noProof/>
          <w:sz w:val="26"/>
          <w:szCs w:val="26"/>
        </w:rPr>
        <w:t> </w:t>
      </w:r>
      <w:r w:rsidRPr="003E3E3D">
        <w:rPr>
          <w:noProof/>
          <w:sz w:val="26"/>
          <w:szCs w:val="26"/>
          <w:lang w:val="ru-RU"/>
        </w:rPr>
        <w:t>Лица, перенесшие операцию по протезированию клапана сердца.</w:t>
      </w:r>
    </w:p>
    <w:p w:rsidR="00B823AE" w:rsidRPr="003E3E3D" w:rsidRDefault="00B823AE" w:rsidP="003E3E3D">
      <w:pPr>
        <w:autoSpaceDE w:val="0"/>
        <w:autoSpaceDN w:val="0"/>
        <w:adjustRightInd w:val="0"/>
        <w:spacing w:after="120"/>
        <w:ind w:firstLine="709"/>
        <w:jc w:val="both"/>
        <w:rPr>
          <w:noProof/>
          <w:sz w:val="26"/>
          <w:szCs w:val="26"/>
          <w:lang w:val="ru-RU"/>
        </w:rPr>
      </w:pPr>
      <w:r w:rsidRPr="003E3E3D">
        <w:rPr>
          <w:noProof/>
          <w:sz w:val="26"/>
          <w:szCs w:val="26"/>
          <w:lang w:val="ru-RU"/>
        </w:rPr>
        <w:t>8. Одинокие пенсионеры, нуждающиеся в постороннем уходе.</w:t>
      </w:r>
    </w:p>
    <w:p w:rsidR="00B823AE" w:rsidRPr="003E3E3D" w:rsidRDefault="00B823AE" w:rsidP="003E3E3D">
      <w:pPr>
        <w:autoSpaceDE w:val="0"/>
        <w:autoSpaceDN w:val="0"/>
        <w:adjustRightInd w:val="0"/>
        <w:spacing w:after="120"/>
        <w:ind w:firstLine="709"/>
        <w:jc w:val="both"/>
        <w:rPr>
          <w:noProof/>
          <w:sz w:val="26"/>
          <w:szCs w:val="26"/>
          <w:lang w:val="ru-RU"/>
        </w:rPr>
      </w:pPr>
      <w:r w:rsidRPr="003E3E3D">
        <w:rPr>
          <w:noProof/>
          <w:sz w:val="26"/>
          <w:szCs w:val="26"/>
          <w:lang w:val="ru-RU"/>
        </w:rPr>
        <w:t>9. Участники трудового фронта в годы войны 1941-1945 годов.</w:t>
      </w:r>
    </w:p>
    <w:p w:rsidR="00B823AE" w:rsidRPr="003E3E3D" w:rsidRDefault="00B823AE" w:rsidP="003E3E3D">
      <w:pPr>
        <w:autoSpaceDE w:val="0"/>
        <w:autoSpaceDN w:val="0"/>
        <w:adjustRightInd w:val="0"/>
        <w:spacing w:after="120"/>
        <w:ind w:firstLine="709"/>
        <w:jc w:val="both"/>
        <w:rPr>
          <w:noProof/>
          <w:sz w:val="26"/>
          <w:szCs w:val="26"/>
          <w:lang w:val="ru-RU"/>
        </w:rPr>
      </w:pPr>
      <w:r w:rsidRPr="003E3E3D">
        <w:rPr>
          <w:noProof/>
          <w:sz w:val="26"/>
          <w:szCs w:val="26"/>
          <w:lang w:val="ru-RU"/>
        </w:rPr>
        <w:t>10. Участники и инвалиды войны 1941-1945 годов, а также приравненные к ним лица.</w:t>
      </w:r>
    </w:p>
    <w:p w:rsidR="00B823AE" w:rsidRPr="003E3E3D" w:rsidRDefault="00B823AE" w:rsidP="003E3E3D">
      <w:pPr>
        <w:autoSpaceDE w:val="0"/>
        <w:autoSpaceDN w:val="0"/>
        <w:adjustRightInd w:val="0"/>
        <w:spacing w:after="120"/>
        <w:ind w:firstLine="709"/>
        <w:jc w:val="both"/>
        <w:rPr>
          <w:noProof/>
          <w:sz w:val="26"/>
          <w:szCs w:val="26"/>
          <w:lang w:val="ru-RU"/>
        </w:rPr>
      </w:pPr>
      <w:r w:rsidRPr="003E3E3D">
        <w:rPr>
          <w:noProof/>
          <w:sz w:val="26"/>
          <w:szCs w:val="26"/>
          <w:lang w:val="ru-RU"/>
        </w:rPr>
        <w:t>11. Инвалиды из числа лиц, принимавших участие в ликвидации аварии на Чернобыльской АЭС.</w:t>
      </w:r>
    </w:p>
    <w:p w:rsidR="00B823AE" w:rsidRPr="003E3E3D" w:rsidRDefault="00B823AE" w:rsidP="003E3E3D">
      <w:pPr>
        <w:autoSpaceDE w:val="0"/>
        <w:autoSpaceDN w:val="0"/>
        <w:adjustRightInd w:val="0"/>
        <w:spacing w:after="120"/>
        <w:ind w:firstLine="709"/>
        <w:jc w:val="both"/>
        <w:rPr>
          <w:noProof/>
          <w:sz w:val="26"/>
          <w:szCs w:val="26"/>
          <w:lang w:val="ru-RU"/>
        </w:rPr>
      </w:pPr>
      <w:r w:rsidRPr="003E3E3D">
        <w:rPr>
          <w:noProof/>
          <w:sz w:val="26"/>
          <w:szCs w:val="26"/>
          <w:lang w:val="ru-RU"/>
        </w:rPr>
        <w:t xml:space="preserve">12. </w:t>
      </w:r>
      <w:r>
        <w:rPr>
          <w:noProof/>
          <w:sz w:val="26"/>
          <w:szCs w:val="26"/>
        </w:rPr>
        <w:t> </w:t>
      </w:r>
      <w:r w:rsidRPr="003E3E3D">
        <w:rPr>
          <w:noProof/>
          <w:sz w:val="26"/>
          <w:szCs w:val="26"/>
          <w:lang w:val="ru-RU"/>
        </w:rPr>
        <w:t>Воины-интернационалисты.</w:t>
      </w:r>
    </w:p>
    <w:p w:rsidR="00B823AE" w:rsidRPr="003E3E3D" w:rsidRDefault="00B823AE" w:rsidP="003E3E3D">
      <w:pPr>
        <w:autoSpaceDE w:val="0"/>
        <w:autoSpaceDN w:val="0"/>
        <w:adjustRightInd w:val="0"/>
        <w:spacing w:after="120"/>
        <w:ind w:firstLine="709"/>
        <w:jc w:val="both"/>
        <w:rPr>
          <w:rFonts w:ascii="Virtec Times New Roman Uz" w:hAnsi="Virtec Times New Roman Uz" w:cs="Virtec Times New Roman Uz"/>
          <w:noProof/>
          <w:sz w:val="26"/>
          <w:szCs w:val="26"/>
          <w:lang w:val="ru-RU"/>
        </w:rPr>
      </w:pPr>
      <w:r w:rsidRPr="003E3E3D">
        <w:rPr>
          <w:noProof/>
          <w:sz w:val="26"/>
          <w:szCs w:val="26"/>
          <w:lang w:val="ru-RU"/>
        </w:rPr>
        <w:t>13.</w:t>
      </w:r>
      <w:r w:rsidRPr="00B137E9">
        <w:rPr>
          <w:noProof/>
          <w:sz w:val="26"/>
          <w:szCs w:val="26"/>
        </w:rPr>
        <w:t> </w:t>
      </w:r>
      <w:r w:rsidRPr="003E3E3D">
        <w:rPr>
          <w:noProof/>
          <w:sz w:val="26"/>
          <w:szCs w:val="26"/>
          <w:lang w:val="ru-RU"/>
        </w:rPr>
        <w:t xml:space="preserve">Лица пенсионного возраста, проходившие военную службу на ядерных полигонах и других радиационно-ядерных объектах. </w:t>
      </w:r>
    </w:p>
    <w:p w:rsidR="00B823AE" w:rsidRPr="003E3E3D" w:rsidRDefault="00B823AE" w:rsidP="003E3E3D">
      <w:pPr>
        <w:rPr>
          <w:sz w:val="26"/>
          <w:szCs w:val="26"/>
          <w:lang w:val="ru-RU"/>
        </w:rPr>
      </w:pPr>
      <w:r w:rsidRPr="003E3E3D">
        <w:rPr>
          <w:sz w:val="26"/>
          <w:szCs w:val="26"/>
          <w:lang w:val="ru-RU"/>
        </w:rPr>
        <w:t xml:space="preserve"> </w:t>
      </w:r>
    </w:p>
    <w:p w:rsidR="00B823AE" w:rsidRPr="003E3E3D" w:rsidRDefault="00B823AE" w:rsidP="003E3E3D">
      <w:pPr>
        <w:rPr>
          <w:sz w:val="26"/>
          <w:szCs w:val="26"/>
          <w:lang w:val="ru-RU"/>
        </w:rPr>
      </w:pPr>
    </w:p>
    <w:p w:rsidR="00B823AE" w:rsidRPr="003E3E3D" w:rsidRDefault="00B823AE" w:rsidP="003E3E3D">
      <w:pPr>
        <w:ind w:left="4956"/>
        <w:rPr>
          <w:lang w:val="ru-RU"/>
        </w:rPr>
      </w:pPr>
    </w:p>
    <w:p w:rsidR="00B823AE" w:rsidRPr="003E3E3D" w:rsidRDefault="00B823AE" w:rsidP="003E3E3D">
      <w:pPr>
        <w:ind w:left="4956"/>
        <w:rPr>
          <w:lang w:val="ru-RU"/>
        </w:rPr>
      </w:pPr>
    </w:p>
    <w:p w:rsidR="00B823AE" w:rsidRPr="003E3E3D" w:rsidRDefault="00B823AE" w:rsidP="003E3E3D">
      <w:pPr>
        <w:ind w:left="4956"/>
        <w:rPr>
          <w:lang w:val="ru-RU"/>
        </w:rPr>
      </w:pPr>
      <w:r w:rsidRPr="003E3E3D">
        <w:rPr>
          <w:lang w:val="ru-RU"/>
        </w:rPr>
        <w:t xml:space="preserve">      Приложение № 4  </w:t>
      </w:r>
    </w:p>
    <w:p w:rsidR="00B823AE" w:rsidRPr="003E3E3D" w:rsidRDefault="00B823AE" w:rsidP="003E3E3D">
      <w:pPr>
        <w:ind w:left="4248"/>
        <w:rPr>
          <w:lang w:val="ru-RU"/>
        </w:rPr>
      </w:pPr>
      <w:r w:rsidRPr="003E3E3D">
        <w:rPr>
          <w:spacing w:val="-3"/>
          <w:lang w:val="ru-RU"/>
        </w:rPr>
        <w:t xml:space="preserve">                к постановлению Кабинета Министров</w:t>
      </w:r>
      <w:r w:rsidRPr="003E3E3D">
        <w:rPr>
          <w:spacing w:val="-3"/>
          <w:lang w:val="ru-RU"/>
        </w:rPr>
        <w:br/>
        <w:t xml:space="preserve">   </w:t>
      </w:r>
      <w:r w:rsidRPr="003E3E3D">
        <w:rPr>
          <w:spacing w:val="-3"/>
          <w:lang w:val="ru-RU"/>
        </w:rPr>
        <w:tab/>
        <w:t xml:space="preserve">        </w:t>
      </w:r>
      <w:r w:rsidRPr="003E3E3D">
        <w:rPr>
          <w:lang w:val="ru-RU"/>
        </w:rPr>
        <w:t>от «</w:t>
      </w:r>
      <w:r>
        <w:rPr>
          <w:lang w:val="ru-RU"/>
        </w:rPr>
        <w:t>22</w:t>
      </w:r>
      <w:r w:rsidRPr="003E3E3D">
        <w:rPr>
          <w:lang w:val="ru-RU"/>
        </w:rPr>
        <w:t xml:space="preserve">» </w:t>
      </w:r>
      <w:r>
        <w:rPr>
          <w:lang w:val="ru-RU"/>
        </w:rPr>
        <w:t>июля</w:t>
      </w:r>
      <w:r w:rsidRPr="003E3E3D">
        <w:rPr>
          <w:lang w:val="ru-RU"/>
        </w:rPr>
        <w:t xml:space="preserve"> 2013 г. № </w:t>
      </w:r>
      <w:r>
        <w:rPr>
          <w:lang w:val="ru-RU"/>
        </w:rPr>
        <w:t>204</w:t>
      </w:r>
    </w:p>
    <w:p w:rsidR="00B823AE" w:rsidRPr="003E3E3D" w:rsidRDefault="00B823AE" w:rsidP="003E3E3D">
      <w:pPr>
        <w:spacing w:before="120"/>
        <w:jc w:val="both"/>
        <w:rPr>
          <w:b/>
          <w:bCs/>
          <w:position w:val="2"/>
          <w:sz w:val="26"/>
          <w:szCs w:val="26"/>
          <w:lang w:val="ru-RU"/>
        </w:rPr>
      </w:pPr>
    </w:p>
    <w:p w:rsidR="00B823AE" w:rsidRPr="003E3E3D" w:rsidRDefault="00B823AE" w:rsidP="003E3E3D">
      <w:pPr>
        <w:autoSpaceDE w:val="0"/>
        <w:autoSpaceDN w:val="0"/>
        <w:adjustRightInd w:val="0"/>
        <w:jc w:val="center"/>
        <w:rPr>
          <w:b/>
          <w:bCs/>
          <w:noProof/>
          <w:sz w:val="26"/>
          <w:szCs w:val="26"/>
          <w:lang w:val="ru-RU"/>
        </w:rPr>
      </w:pPr>
    </w:p>
    <w:p w:rsidR="00B823AE" w:rsidRPr="003E3E3D" w:rsidRDefault="00B823AE" w:rsidP="003E3E3D">
      <w:pPr>
        <w:autoSpaceDE w:val="0"/>
        <w:autoSpaceDN w:val="0"/>
        <w:adjustRightInd w:val="0"/>
        <w:jc w:val="center"/>
        <w:rPr>
          <w:b/>
          <w:bCs/>
          <w:noProof/>
          <w:sz w:val="26"/>
          <w:szCs w:val="26"/>
          <w:lang w:val="ru-RU"/>
        </w:rPr>
      </w:pPr>
      <w:r w:rsidRPr="003E3E3D">
        <w:rPr>
          <w:b/>
          <w:bCs/>
          <w:noProof/>
          <w:sz w:val="26"/>
          <w:szCs w:val="26"/>
          <w:lang w:val="ru-RU"/>
        </w:rPr>
        <w:t xml:space="preserve">Перечень признаваемых утратившими силу решений </w:t>
      </w:r>
    </w:p>
    <w:p w:rsidR="00B823AE" w:rsidRPr="003E3E3D" w:rsidRDefault="00B823AE" w:rsidP="003E3E3D">
      <w:pPr>
        <w:autoSpaceDE w:val="0"/>
        <w:autoSpaceDN w:val="0"/>
        <w:adjustRightInd w:val="0"/>
        <w:jc w:val="center"/>
        <w:rPr>
          <w:b/>
          <w:bCs/>
          <w:noProof/>
          <w:sz w:val="26"/>
          <w:szCs w:val="26"/>
          <w:lang w:val="ru-RU"/>
        </w:rPr>
      </w:pPr>
      <w:r w:rsidRPr="003E3E3D">
        <w:rPr>
          <w:b/>
          <w:bCs/>
          <w:noProof/>
          <w:sz w:val="26"/>
          <w:szCs w:val="26"/>
          <w:lang w:val="ru-RU"/>
        </w:rPr>
        <w:t>Правительства Республики Узбекистан</w:t>
      </w:r>
    </w:p>
    <w:p w:rsidR="00B823AE" w:rsidRPr="003E3E3D" w:rsidRDefault="00B823AE" w:rsidP="003E3E3D">
      <w:pPr>
        <w:autoSpaceDE w:val="0"/>
        <w:autoSpaceDN w:val="0"/>
        <w:adjustRightInd w:val="0"/>
        <w:spacing w:before="120" w:after="120"/>
        <w:ind w:firstLine="570"/>
        <w:jc w:val="both"/>
        <w:rPr>
          <w:noProof/>
          <w:sz w:val="26"/>
          <w:szCs w:val="26"/>
          <w:lang w:val="ru-RU"/>
        </w:rPr>
      </w:pPr>
    </w:p>
    <w:p w:rsidR="00B823AE" w:rsidRPr="003E3E3D" w:rsidRDefault="00B823AE" w:rsidP="003E3E3D">
      <w:pPr>
        <w:autoSpaceDE w:val="0"/>
        <w:autoSpaceDN w:val="0"/>
        <w:adjustRightInd w:val="0"/>
        <w:spacing w:before="120" w:after="120"/>
        <w:ind w:firstLine="570"/>
        <w:jc w:val="both"/>
        <w:rPr>
          <w:noProof/>
          <w:sz w:val="26"/>
          <w:szCs w:val="26"/>
          <w:lang w:val="ru-RU"/>
        </w:rPr>
      </w:pPr>
      <w:r w:rsidRPr="003E3E3D">
        <w:rPr>
          <w:noProof/>
          <w:sz w:val="26"/>
          <w:szCs w:val="26"/>
          <w:lang w:val="ru-RU"/>
        </w:rPr>
        <w:t>1. Пункт 6 приложения № 1 к постановлению Кабинета Министров от 28 мая 1991 г. № 145 «О дополнительных мерах по социальной защите одиноких пенсионеров, нуждающихся в постороннем уходе» (СП Правительства Республики Узбекистан, 1991 г., № 5, ст. 16).</w:t>
      </w:r>
    </w:p>
    <w:p w:rsidR="00B823AE" w:rsidRPr="003E3E3D" w:rsidRDefault="00B823AE" w:rsidP="003E3E3D">
      <w:pPr>
        <w:autoSpaceDE w:val="0"/>
        <w:autoSpaceDN w:val="0"/>
        <w:adjustRightInd w:val="0"/>
        <w:spacing w:before="120" w:after="120"/>
        <w:ind w:firstLine="570"/>
        <w:jc w:val="both"/>
        <w:rPr>
          <w:noProof/>
          <w:sz w:val="26"/>
          <w:szCs w:val="26"/>
          <w:lang w:val="ru-RU"/>
        </w:rPr>
      </w:pPr>
      <w:r w:rsidRPr="003E3E3D">
        <w:rPr>
          <w:noProof/>
          <w:sz w:val="26"/>
          <w:szCs w:val="26"/>
          <w:lang w:val="ru-RU"/>
        </w:rPr>
        <w:t>2. Абзац третий пункта 4 постановления Кабинета Министров от 2 декабря 1997</w:t>
      </w:r>
      <w:r>
        <w:rPr>
          <w:noProof/>
          <w:sz w:val="26"/>
          <w:szCs w:val="26"/>
        </w:rPr>
        <w:t> </w:t>
      </w:r>
      <w:r w:rsidRPr="003E3E3D">
        <w:rPr>
          <w:noProof/>
          <w:sz w:val="26"/>
          <w:szCs w:val="26"/>
          <w:lang w:val="ru-RU"/>
        </w:rPr>
        <w:t>г. №</w:t>
      </w:r>
      <w:r w:rsidRPr="00DC4ED7">
        <w:rPr>
          <w:noProof/>
          <w:sz w:val="26"/>
          <w:szCs w:val="26"/>
        </w:rPr>
        <w:t> </w:t>
      </w:r>
      <w:r w:rsidRPr="003E3E3D">
        <w:rPr>
          <w:noProof/>
          <w:sz w:val="26"/>
          <w:szCs w:val="26"/>
          <w:lang w:val="ru-RU"/>
        </w:rPr>
        <w:t>532 «О совершенствовании системы финансирования лечебно-профилактических учреждений» и приложение № 4 к нему.</w:t>
      </w:r>
    </w:p>
    <w:p w:rsidR="00B823AE" w:rsidRPr="003E3E3D" w:rsidRDefault="00B823AE" w:rsidP="003E3E3D">
      <w:pPr>
        <w:widowControl w:val="0"/>
        <w:autoSpaceDE w:val="0"/>
        <w:autoSpaceDN w:val="0"/>
        <w:adjustRightInd w:val="0"/>
        <w:spacing w:before="120" w:after="120"/>
        <w:ind w:firstLine="573"/>
        <w:jc w:val="both"/>
        <w:rPr>
          <w:noProof/>
          <w:sz w:val="26"/>
          <w:szCs w:val="26"/>
          <w:lang w:val="ru-RU"/>
        </w:rPr>
      </w:pPr>
      <w:r w:rsidRPr="003E3E3D">
        <w:rPr>
          <w:noProof/>
          <w:sz w:val="26"/>
          <w:szCs w:val="26"/>
          <w:lang w:val="ru-RU"/>
        </w:rPr>
        <w:t>3. Пункт 6 постановления Кабинета Министров от 14 января 1999</w:t>
      </w:r>
      <w:r w:rsidRPr="00DC4ED7">
        <w:rPr>
          <w:noProof/>
          <w:sz w:val="26"/>
          <w:szCs w:val="26"/>
        </w:rPr>
        <w:t> </w:t>
      </w:r>
      <w:r w:rsidRPr="003E3E3D">
        <w:rPr>
          <w:noProof/>
          <w:sz w:val="26"/>
          <w:szCs w:val="26"/>
          <w:lang w:val="ru-RU"/>
        </w:rPr>
        <w:t>г. №</w:t>
      </w:r>
      <w:r w:rsidRPr="00DC4ED7">
        <w:rPr>
          <w:noProof/>
          <w:sz w:val="26"/>
          <w:szCs w:val="26"/>
        </w:rPr>
        <w:t> </w:t>
      </w:r>
      <w:r w:rsidRPr="003E3E3D">
        <w:rPr>
          <w:noProof/>
          <w:sz w:val="26"/>
          <w:szCs w:val="26"/>
          <w:lang w:val="ru-RU"/>
        </w:rPr>
        <w:t>19 «Об упорядочении реализации лекарственных средств и изделий медицинского назначения» (СП Республики Узбекистан, 1999 г., № 1, ст. 4).</w:t>
      </w:r>
    </w:p>
    <w:p w:rsidR="00B823AE" w:rsidRPr="003E3E3D" w:rsidRDefault="00B823AE" w:rsidP="003E3E3D">
      <w:pPr>
        <w:autoSpaceDE w:val="0"/>
        <w:autoSpaceDN w:val="0"/>
        <w:adjustRightInd w:val="0"/>
        <w:spacing w:before="120" w:after="120"/>
        <w:ind w:firstLine="570"/>
        <w:jc w:val="both"/>
        <w:rPr>
          <w:noProof/>
          <w:sz w:val="26"/>
          <w:szCs w:val="26"/>
          <w:lang w:val="ru-RU"/>
        </w:rPr>
      </w:pPr>
      <w:r w:rsidRPr="003E3E3D">
        <w:rPr>
          <w:noProof/>
          <w:sz w:val="26"/>
          <w:szCs w:val="26"/>
          <w:lang w:val="ru-RU"/>
        </w:rPr>
        <w:t>4. Пункт 4 приложения к постановлению Кабинета Министров от 5 сентября 2000 г. № 344 «О внесении изменений и дополнений в постановление Кабинета Министров Республики Узбекистан от 2 декабря 1997 г. № 532».</w:t>
      </w:r>
    </w:p>
    <w:p w:rsidR="00B823AE" w:rsidRPr="003E3E3D" w:rsidRDefault="00B823AE" w:rsidP="003E3E3D">
      <w:pPr>
        <w:autoSpaceDE w:val="0"/>
        <w:autoSpaceDN w:val="0"/>
        <w:adjustRightInd w:val="0"/>
        <w:spacing w:before="120" w:after="120"/>
        <w:ind w:firstLine="570"/>
        <w:jc w:val="both"/>
        <w:rPr>
          <w:noProof/>
          <w:sz w:val="26"/>
          <w:szCs w:val="26"/>
          <w:lang w:val="ru-RU"/>
        </w:rPr>
      </w:pPr>
      <w:r w:rsidRPr="003E3E3D">
        <w:rPr>
          <w:bCs/>
          <w:noProof/>
          <w:sz w:val="26"/>
          <w:szCs w:val="26"/>
          <w:lang w:val="ru-RU"/>
        </w:rPr>
        <w:t>5.</w:t>
      </w:r>
      <w:r w:rsidRPr="003E3E3D">
        <w:rPr>
          <w:b/>
          <w:bCs/>
          <w:noProof/>
          <w:sz w:val="26"/>
          <w:szCs w:val="26"/>
          <w:lang w:val="ru-RU"/>
        </w:rPr>
        <w:t xml:space="preserve"> </w:t>
      </w:r>
      <w:r w:rsidRPr="003E3E3D">
        <w:rPr>
          <w:noProof/>
          <w:sz w:val="26"/>
          <w:szCs w:val="26"/>
          <w:lang w:val="ru-RU"/>
        </w:rPr>
        <w:t>Пункт 1 приложения № 2 к постановлению Кабинета Министров от 31 мая 2002 г. № 188 «О мерах по обеспечению социальной поддержки лиц пенсионного  возраста, проходивших военную службу на ядерных полигонах и других радиационно-ядерных объектах» (СП Республики Узбекистан, 2002 г., №</w:t>
      </w:r>
      <w:r w:rsidRPr="00DC4ED7">
        <w:rPr>
          <w:noProof/>
          <w:sz w:val="26"/>
          <w:szCs w:val="26"/>
        </w:rPr>
        <w:t> </w:t>
      </w:r>
      <w:r w:rsidRPr="003E3E3D">
        <w:rPr>
          <w:noProof/>
          <w:sz w:val="26"/>
          <w:szCs w:val="26"/>
          <w:lang w:val="ru-RU"/>
        </w:rPr>
        <w:t>5, ст. 27).</w:t>
      </w:r>
    </w:p>
    <w:p w:rsidR="00B823AE" w:rsidRPr="003E3E3D" w:rsidRDefault="00B823AE" w:rsidP="003E3E3D">
      <w:pPr>
        <w:autoSpaceDE w:val="0"/>
        <w:autoSpaceDN w:val="0"/>
        <w:adjustRightInd w:val="0"/>
        <w:spacing w:before="120" w:after="120"/>
        <w:jc w:val="both"/>
        <w:rPr>
          <w:noProof/>
          <w:sz w:val="26"/>
          <w:szCs w:val="26"/>
          <w:lang w:val="ru-RU"/>
        </w:rPr>
      </w:pPr>
      <w:r w:rsidRPr="003E3E3D">
        <w:rPr>
          <w:noProof/>
          <w:sz w:val="26"/>
          <w:szCs w:val="26"/>
          <w:lang w:val="ru-RU"/>
        </w:rPr>
        <w:tab/>
        <w:t xml:space="preserve">  </w:t>
      </w:r>
    </w:p>
    <w:p w:rsidR="00B823AE" w:rsidRPr="003E3E3D" w:rsidRDefault="00B823AE" w:rsidP="003E3E3D">
      <w:pPr>
        <w:autoSpaceDE w:val="0"/>
        <w:autoSpaceDN w:val="0"/>
        <w:adjustRightInd w:val="0"/>
        <w:spacing w:before="120" w:after="120"/>
        <w:jc w:val="both"/>
        <w:rPr>
          <w:noProof/>
          <w:sz w:val="26"/>
          <w:szCs w:val="26"/>
          <w:lang w:val="ru-RU"/>
        </w:rPr>
      </w:pPr>
    </w:p>
    <w:p w:rsidR="00B823AE" w:rsidRPr="003E3E3D" w:rsidRDefault="00B823AE" w:rsidP="003E3E3D">
      <w:pPr>
        <w:autoSpaceDE w:val="0"/>
        <w:autoSpaceDN w:val="0"/>
        <w:adjustRightInd w:val="0"/>
        <w:spacing w:before="120" w:after="120"/>
        <w:jc w:val="both"/>
        <w:rPr>
          <w:noProof/>
          <w:sz w:val="26"/>
          <w:szCs w:val="26"/>
          <w:lang w:val="ru-RU"/>
        </w:rPr>
      </w:pPr>
    </w:p>
    <w:p w:rsidR="00B823AE" w:rsidRPr="003E3E3D" w:rsidRDefault="00B823AE" w:rsidP="003E3E3D">
      <w:pPr>
        <w:autoSpaceDE w:val="0"/>
        <w:autoSpaceDN w:val="0"/>
        <w:adjustRightInd w:val="0"/>
        <w:spacing w:before="120" w:after="120"/>
        <w:jc w:val="both"/>
        <w:rPr>
          <w:noProof/>
          <w:sz w:val="26"/>
          <w:szCs w:val="26"/>
          <w:lang w:val="ru-RU"/>
        </w:rPr>
      </w:pPr>
    </w:p>
    <w:p w:rsidR="00B823AE" w:rsidRPr="003E3E3D" w:rsidRDefault="00B823AE" w:rsidP="003E3E3D">
      <w:pPr>
        <w:autoSpaceDE w:val="0"/>
        <w:autoSpaceDN w:val="0"/>
        <w:adjustRightInd w:val="0"/>
        <w:spacing w:before="120" w:after="120"/>
        <w:jc w:val="both"/>
        <w:rPr>
          <w:noProof/>
          <w:sz w:val="26"/>
          <w:szCs w:val="26"/>
          <w:lang w:val="ru-RU"/>
        </w:rPr>
      </w:pPr>
    </w:p>
    <w:p w:rsidR="00B823AE" w:rsidRPr="003E3E3D" w:rsidRDefault="00B823AE" w:rsidP="003E3E3D">
      <w:pPr>
        <w:autoSpaceDE w:val="0"/>
        <w:autoSpaceDN w:val="0"/>
        <w:adjustRightInd w:val="0"/>
        <w:spacing w:before="120" w:after="120"/>
        <w:jc w:val="both"/>
        <w:rPr>
          <w:noProof/>
          <w:sz w:val="26"/>
          <w:szCs w:val="26"/>
          <w:lang w:val="ru-RU"/>
        </w:rPr>
      </w:pPr>
    </w:p>
    <w:p w:rsidR="00B823AE" w:rsidRPr="003E3E3D" w:rsidRDefault="00B823AE" w:rsidP="003E3E3D">
      <w:pPr>
        <w:autoSpaceDE w:val="0"/>
        <w:autoSpaceDN w:val="0"/>
        <w:adjustRightInd w:val="0"/>
        <w:spacing w:before="120" w:after="120"/>
        <w:jc w:val="both"/>
        <w:rPr>
          <w:noProof/>
          <w:sz w:val="26"/>
          <w:szCs w:val="26"/>
          <w:lang w:val="ru-RU"/>
        </w:rPr>
      </w:pPr>
    </w:p>
    <w:p w:rsidR="00B823AE" w:rsidRDefault="00B823AE" w:rsidP="003E3E3D">
      <w:pPr>
        <w:ind w:left="4956"/>
        <w:rPr>
          <w:lang w:val="ru-RU"/>
        </w:rPr>
      </w:pPr>
    </w:p>
    <w:p w:rsidR="00B823AE" w:rsidRPr="00754973" w:rsidRDefault="00B823AE" w:rsidP="003E3E3D">
      <w:pPr>
        <w:ind w:left="4956"/>
      </w:pPr>
      <w:r w:rsidRPr="003E3E3D">
        <w:rPr>
          <w:lang w:val="ru-RU"/>
        </w:rPr>
        <w:t xml:space="preserve">                    </w:t>
      </w:r>
      <w:r w:rsidRPr="00754973">
        <w:t xml:space="preserve">Приложение № 3  </w:t>
      </w:r>
    </w:p>
    <w:p w:rsidR="00B823AE" w:rsidRPr="003E3E3D" w:rsidRDefault="00B823AE" w:rsidP="003E3E3D">
      <w:pPr>
        <w:ind w:left="4248"/>
        <w:rPr>
          <w:lang w:val="ru-RU"/>
        </w:rPr>
      </w:pPr>
      <w:r w:rsidRPr="003E3E3D">
        <w:rPr>
          <w:spacing w:val="-3"/>
          <w:lang w:val="ru-RU"/>
        </w:rPr>
        <w:t xml:space="preserve">                к постановлению Кабинета Министров</w:t>
      </w:r>
      <w:r w:rsidRPr="003E3E3D">
        <w:rPr>
          <w:spacing w:val="-3"/>
          <w:lang w:val="ru-RU"/>
        </w:rPr>
        <w:br/>
        <w:t xml:space="preserve">   </w:t>
      </w:r>
      <w:r w:rsidRPr="003E3E3D">
        <w:rPr>
          <w:spacing w:val="-3"/>
          <w:lang w:val="ru-RU"/>
        </w:rPr>
        <w:tab/>
        <w:t xml:space="preserve">        </w:t>
      </w:r>
      <w:r w:rsidRPr="003E3E3D">
        <w:rPr>
          <w:lang w:val="ru-RU"/>
        </w:rPr>
        <w:t xml:space="preserve">от </w:t>
      </w:r>
      <w:r>
        <w:rPr>
          <w:lang w:val="ru-RU"/>
        </w:rPr>
        <w:t xml:space="preserve"> 22 </w:t>
      </w:r>
      <w:r w:rsidRPr="003E3E3D">
        <w:rPr>
          <w:lang w:val="ru-RU"/>
        </w:rPr>
        <w:t>_</w:t>
      </w:r>
      <w:r>
        <w:rPr>
          <w:lang w:val="ru-RU"/>
        </w:rPr>
        <w:t>июля</w:t>
      </w:r>
      <w:r w:rsidRPr="003E3E3D">
        <w:rPr>
          <w:lang w:val="ru-RU"/>
        </w:rPr>
        <w:t>_ 2013 г. № _</w:t>
      </w:r>
      <w:r>
        <w:rPr>
          <w:lang w:val="ru-RU"/>
        </w:rPr>
        <w:t>204</w:t>
      </w:r>
    </w:p>
    <w:p w:rsidR="00B823AE" w:rsidRPr="003E3E3D" w:rsidRDefault="00B823AE" w:rsidP="003E3E3D">
      <w:pPr>
        <w:spacing w:before="120"/>
        <w:jc w:val="both"/>
        <w:rPr>
          <w:b/>
          <w:bCs/>
          <w:position w:val="2"/>
          <w:sz w:val="26"/>
          <w:szCs w:val="26"/>
          <w:lang w:val="ru-RU"/>
        </w:rPr>
      </w:pPr>
    </w:p>
    <w:p w:rsidR="00B823AE" w:rsidRPr="003E3E3D" w:rsidRDefault="00B823AE" w:rsidP="003E3E3D">
      <w:pPr>
        <w:autoSpaceDE w:val="0"/>
        <w:autoSpaceDN w:val="0"/>
        <w:adjustRightInd w:val="0"/>
        <w:jc w:val="center"/>
        <w:rPr>
          <w:b/>
          <w:bCs/>
          <w:noProof/>
          <w:sz w:val="26"/>
          <w:szCs w:val="26"/>
          <w:lang w:val="ru-RU"/>
        </w:rPr>
      </w:pPr>
    </w:p>
    <w:p w:rsidR="00B823AE" w:rsidRPr="003E3E3D" w:rsidRDefault="00B823AE" w:rsidP="003E3E3D">
      <w:pPr>
        <w:autoSpaceDE w:val="0"/>
        <w:autoSpaceDN w:val="0"/>
        <w:adjustRightInd w:val="0"/>
        <w:jc w:val="center"/>
        <w:rPr>
          <w:b/>
          <w:bCs/>
          <w:noProof/>
          <w:sz w:val="26"/>
          <w:szCs w:val="26"/>
          <w:lang w:val="ru-RU"/>
        </w:rPr>
      </w:pPr>
      <w:r w:rsidRPr="003E3E3D">
        <w:rPr>
          <w:b/>
          <w:bCs/>
          <w:noProof/>
          <w:sz w:val="26"/>
          <w:szCs w:val="26"/>
          <w:lang w:val="ru-RU"/>
        </w:rPr>
        <w:t xml:space="preserve">Изменения, вносимые в </w:t>
      </w:r>
      <w:r w:rsidRPr="003E3E3D">
        <w:rPr>
          <w:b/>
          <w:noProof/>
          <w:sz w:val="26"/>
          <w:szCs w:val="26"/>
          <w:lang w:val="ru-RU"/>
        </w:rPr>
        <w:t>постановление Кабинета Министров от 6 августа 1994</w:t>
      </w:r>
      <w:r w:rsidRPr="00A07864">
        <w:rPr>
          <w:b/>
          <w:noProof/>
          <w:sz w:val="26"/>
          <w:szCs w:val="26"/>
        </w:rPr>
        <w:t> </w:t>
      </w:r>
      <w:r w:rsidRPr="003E3E3D">
        <w:rPr>
          <w:b/>
          <w:noProof/>
          <w:sz w:val="26"/>
          <w:szCs w:val="26"/>
          <w:lang w:val="ru-RU"/>
        </w:rPr>
        <w:t>г. №</w:t>
      </w:r>
      <w:r w:rsidRPr="00A07864">
        <w:rPr>
          <w:b/>
          <w:noProof/>
          <w:sz w:val="26"/>
          <w:szCs w:val="26"/>
        </w:rPr>
        <w:t> </w:t>
      </w:r>
      <w:r w:rsidRPr="003E3E3D">
        <w:rPr>
          <w:b/>
          <w:noProof/>
          <w:sz w:val="26"/>
          <w:szCs w:val="26"/>
          <w:lang w:val="ru-RU"/>
        </w:rPr>
        <w:t>404 «О неотложных мерах по улучшению снабжения и распределения лекарственных средств и изделий медицинского назначения в республике»</w:t>
      </w:r>
    </w:p>
    <w:p w:rsidR="00B823AE" w:rsidRPr="003E3E3D" w:rsidRDefault="00B823AE" w:rsidP="003E3E3D">
      <w:pPr>
        <w:autoSpaceDE w:val="0"/>
        <w:autoSpaceDN w:val="0"/>
        <w:adjustRightInd w:val="0"/>
        <w:spacing w:before="120" w:after="120"/>
        <w:ind w:right="135" w:firstLine="573"/>
        <w:jc w:val="both"/>
        <w:rPr>
          <w:noProof/>
          <w:sz w:val="26"/>
          <w:szCs w:val="26"/>
          <w:lang w:val="ru-RU"/>
        </w:rPr>
      </w:pPr>
    </w:p>
    <w:p w:rsidR="00B823AE" w:rsidRPr="003E3E3D" w:rsidRDefault="00B823AE" w:rsidP="003E3E3D">
      <w:pPr>
        <w:autoSpaceDE w:val="0"/>
        <w:autoSpaceDN w:val="0"/>
        <w:adjustRightInd w:val="0"/>
        <w:spacing w:before="120" w:after="120"/>
        <w:ind w:right="135" w:firstLine="573"/>
        <w:jc w:val="both"/>
        <w:rPr>
          <w:noProof/>
          <w:sz w:val="26"/>
          <w:szCs w:val="26"/>
          <w:lang w:val="ru-RU"/>
        </w:rPr>
      </w:pPr>
      <w:r w:rsidRPr="003E3E3D">
        <w:rPr>
          <w:noProof/>
          <w:sz w:val="26"/>
          <w:szCs w:val="26"/>
          <w:lang w:val="ru-RU"/>
        </w:rPr>
        <w:t>В Правилах реализации лекарственных средств и изделий медицинского назначения в аптечных учреждениях республики, утвержденных постановлением Кабинета Министров от 6 августа 1994</w:t>
      </w:r>
      <w:r>
        <w:rPr>
          <w:noProof/>
          <w:sz w:val="26"/>
          <w:szCs w:val="26"/>
        </w:rPr>
        <w:t> </w:t>
      </w:r>
      <w:r w:rsidRPr="003E3E3D">
        <w:rPr>
          <w:noProof/>
          <w:sz w:val="26"/>
          <w:szCs w:val="26"/>
          <w:lang w:val="ru-RU"/>
        </w:rPr>
        <w:t>г. № 404 «О неотложных мерах по улучшению снабжения и распределения лекарственных средств и изделий медицинского назначения в республике»:</w:t>
      </w:r>
    </w:p>
    <w:p w:rsidR="00B823AE" w:rsidRPr="003E3E3D" w:rsidRDefault="00B823AE" w:rsidP="003E3E3D">
      <w:pPr>
        <w:autoSpaceDE w:val="0"/>
        <w:autoSpaceDN w:val="0"/>
        <w:adjustRightInd w:val="0"/>
        <w:ind w:right="136" w:firstLine="573"/>
        <w:jc w:val="both"/>
        <w:rPr>
          <w:noProof/>
          <w:sz w:val="26"/>
          <w:szCs w:val="26"/>
          <w:lang w:val="ru-RU"/>
        </w:rPr>
      </w:pPr>
      <w:r w:rsidRPr="003E3E3D">
        <w:rPr>
          <w:noProof/>
          <w:sz w:val="26"/>
          <w:szCs w:val="26"/>
          <w:lang w:val="ru-RU"/>
        </w:rPr>
        <w:t>1. Пункт 10 изложить в следующей редакции:</w:t>
      </w:r>
    </w:p>
    <w:p w:rsidR="00B823AE" w:rsidRPr="003E3E3D" w:rsidRDefault="00B823AE" w:rsidP="003E3E3D">
      <w:pPr>
        <w:autoSpaceDE w:val="0"/>
        <w:autoSpaceDN w:val="0"/>
        <w:adjustRightInd w:val="0"/>
        <w:spacing w:after="120"/>
        <w:ind w:right="136" w:firstLine="573"/>
        <w:jc w:val="both"/>
        <w:rPr>
          <w:noProof/>
          <w:sz w:val="26"/>
          <w:szCs w:val="26"/>
          <w:lang w:val="ru-RU"/>
        </w:rPr>
      </w:pPr>
      <w:r w:rsidRPr="003E3E3D">
        <w:rPr>
          <w:noProof/>
          <w:sz w:val="26"/>
          <w:szCs w:val="26"/>
          <w:lang w:val="ru-RU"/>
        </w:rPr>
        <w:t>«10. Льготный отпуск лекарственных средств отдельным категориям лиц из аптечных учреждений осуществляется в порядке установленном законодательством».</w:t>
      </w:r>
    </w:p>
    <w:p w:rsidR="00B823AE" w:rsidRPr="003E3E3D" w:rsidRDefault="00B823AE" w:rsidP="003E3E3D">
      <w:pPr>
        <w:autoSpaceDE w:val="0"/>
        <w:autoSpaceDN w:val="0"/>
        <w:adjustRightInd w:val="0"/>
        <w:ind w:right="136" w:firstLine="573"/>
        <w:jc w:val="both"/>
        <w:rPr>
          <w:noProof/>
          <w:sz w:val="26"/>
          <w:szCs w:val="26"/>
          <w:lang w:val="ru-RU"/>
        </w:rPr>
      </w:pPr>
      <w:r w:rsidRPr="003E3E3D">
        <w:rPr>
          <w:noProof/>
          <w:sz w:val="26"/>
          <w:szCs w:val="26"/>
          <w:lang w:val="ru-RU"/>
        </w:rPr>
        <w:t>2. В пункте 19:</w:t>
      </w:r>
    </w:p>
    <w:p w:rsidR="00B823AE" w:rsidRPr="003E3E3D" w:rsidRDefault="00B823AE" w:rsidP="003E3E3D">
      <w:pPr>
        <w:autoSpaceDE w:val="0"/>
        <w:autoSpaceDN w:val="0"/>
        <w:adjustRightInd w:val="0"/>
        <w:ind w:right="136" w:firstLine="573"/>
        <w:jc w:val="both"/>
        <w:rPr>
          <w:noProof/>
          <w:sz w:val="26"/>
          <w:szCs w:val="26"/>
          <w:lang w:val="ru-RU"/>
        </w:rPr>
      </w:pPr>
      <w:r w:rsidRPr="003E3E3D">
        <w:rPr>
          <w:noProof/>
          <w:sz w:val="26"/>
          <w:szCs w:val="26"/>
          <w:lang w:val="ru-RU"/>
        </w:rPr>
        <w:t>в абзаце первом слова «рецепты, по которым лекарства отпущены на льготных условиях или бесплатно» заменить словами «рецепты на льготный отпуск лекарственных средств отдельным категориям лиц»;</w:t>
      </w:r>
    </w:p>
    <w:p w:rsidR="00B823AE" w:rsidRPr="003E3E3D" w:rsidRDefault="00B823AE" w:rsidP="003E3E3D">
      <w:pPr>
        <w:autoSpaceDE w:val="0"/>
        <w:autoSpaceDN w:val="0"/>
        <w:adjustRightInd w:val="0"/>
        <w:spacing w:after="120"/>
        <w:ind w:right="136" w:firstLine="573"/>
        <w:jc w:val="both"/>
        <w:rPr>
          <w:noProof/>
          <w:sz w:val="26"/>
          <w:szCs w:val="26"/>
          <w:lang w:val="ru-RU"/>
        </w:rPr>
      </w:pPr>
      <w:r w:rsidRPr="003E3E3D">
        <w:rPr>
          <w:noProof/>
          <w:sz w:val="26"/>
          <w:szCs w:val="26"/>
          <w:lang w:val="ru-RU"/>
        </w:rPr>
        <w:t>в абзаце втором слова «Рецепты на лекарства, отпущенные на льготных условиях или бесплатно» заменить словами «Рецепты на льготный отпуск лекарственных средств отдельным категориям лиц».</w:t>
      </w:r>
    </w:p>
    <w:p w:rsidR="00B823AE" w:rsidRPr="003E3E3D" w:rsidRDefault="00B823AE" w:rsidP="003E3E3D">
      <w:pPr>
        <w:autoSpaceDE w:val="0"/>
        <w:autoSpaceDN w:val="0"/>
        <w:adjustRightInd w:val="0"/>
        <w:spacing w:after="120"/>
        <w:ind w:right="136" w:firstLine="573"/>
        <w:jc w:val="both"/>
        <w:rPr>
          <w:noProof/>
          <w:sz w:val="26"/>
          <w:szCs w:val="26"/>
          <w:lang w:val="ru-RU"/>
        </w:rPr>
      </w:pPr>
      <w:r w:rsidRPr="003E3E3D">
        <w:rPr>
          <w:noProof/>
          <w:sz w:val="26"/>
          <w:szCs w:val="26"/>
          <w:lang w:val="ru-RU"/>
        </w:rPr>
        <w:t>3. Пункт 20 исключить.</w:t>
      </w:r>
    </w:p>
    <w:p w:rsidR="00B823AE" w:rsidRPr="003E3E3D" w:rsidRDefault="00B823AE" w:rsidP="003E3E3D">
      <w:pPr>
        <w:autoSpaceDE w:val="0"/>
        <w:autoSpaceDN w:val="0"/>
        <w:adjustRightInd w:val="0"/>
        <w:ind w:right="136" w:firstLine="573"/>
        <w:jc w:val="both"/>
        <w:rPr>
          <w:noProof/>
          <w:sz w:val="26"/>
          <w:szCs w:val="26"/>
          <w:lang w:val="ru-RU"/>
        </w:rPr>
      </w:pPr>
      <w:r w:rsidRPr="003E3E3D">
        <w:rPr>
          <w:noProof/>
          <w:sz w:val="26"/>
          <w:szCs w:val="26"/>
          <w:lang w:val="ru-RU"/>
        </w:rPr>
        <w:t>4. Пункты 21 и 22 считать соответственно пунктами 20 и 21.</w:t>
      </w:r>
    </w:p>
    <w:p w:rsidR="00B823AE" w:rsidRPr="003E3E3D" w:rsidRDefault="00B823AE" w:rsidP="003E3E3D">
      <w:pPr>
        <w:widowControl w:val="0"/>
        <w:autoSpaceDE w:val="0"/>
        <w:autoSpaceDN w:val="0"/>
        <w:adjustRightInd w:val="0"/>
        <w:spacing w:before="120" w:after="120"/>
        <w:ind w:firstLine="573"/>
        <w:jc w:val="both"/>
        <w:rPr>
          <w:noProof/>
          <w:sz w:val="26"/>
          <w:szCs w:val="26"/>
          <w:lang w:val="ru-RU"/>
        </w:rPr>
      </w:pPr>
      <w:r w:rsidRPr="003E3E3D">
        <w:rPr>
          <w:noProof/>
          <w:sz w:val="26"/>
          <w:szCs w:val="26"/>
          <w:lang w:val="ru-RU"/>
        </w:rPr>
        <w:t xml:space="preserve">  </w:t>
      </w:r>
    </w:p>
    <w:p w:rsidR="00B823AE" w:rsidRPr="003E3E3D" w:rsidRDefault="00B823AE" w:rsidP="003E3E3D">
      <w:pPr>
        <w:rPr>
          <w:lang w:val="ru-RU"/>
        </w:rPr>
      </w:pPr>
    </w:p>
    <w:p w:rsidR="00B823AE" w:rsidRPr="003E3E3D" w:rsidRDefault="00B823AE" w:rsidP="003E3E3D">
      <w:pPr>
        <w:rPr>
          <w:lang w:val="ru-RU"/>
        </w:rPr>
      </w:pPr>
    </w:p>
    <w:p w:rsidR="00B823AE" w:rsidRDefault="00B823AE" w:rsidP="00D541D0">
      <w:pPr>
        <w:spacing w:after="0"/>
        <w:jc w:val="right"/>
        <w:rPr>
          <w:rFonts w:ascii="Cambria" w:hAnsi="Cambria"/>
          <w:sz w:val="24"/>
          <w:szCs w:val="24"/>
          <w:lang w:val="ru-RU"/>
        </w:rPr>
      </w:pPr>
    </w:p>
    <w:p w:rsidR="00B823AE" w:rsidRDefault="00B823AE" w:rsidP="00D541D0">
      <w:pPr>
        <w:spacing w:after="0"/>
        <w:jc w:val="right"/>
        <w:rPr>
          <w:rFonts w:ascii="Cambria" w:hAnsi="Cambria"/>
          <w:sz w:val="24"/>
          <w:szCs w:val="24"/>
          <w:lang w:val="ru-RU"/>
        </w:rPr>
      </w:pPr>
    </w:p>
    <w:p w:rsidR="00B823AE" w:rsidRDefault="00B823AE" w:rsidP="00D541D0">
      <w:pPr>
        <w:spacing w:after="0"/>
        <w:jc w:val="right"/>
        <w:rPr>
          <w:rFonts w:ascii="Cambria" w:hAnsi="Cambria"/>
          <w:sz w:val="24"/>
          <w:szCs w:val="24"/>
          <w:lang w:val="ru-RU"/>
        </w:rPr>
      </w:pPr>
    </w:p>
    <w:p w:rsidR="00B823AE" w:rsidRDefault="00B823AE" w:rsidP="00F31774">
      <w:pPr>
        <w:spacing w:after="0"/>
        <w:jc w:val="right"/>
        <w:rPr>
          <w:rFonts w:ascii="Cambria" w:hAnsi="Cambria"/>
          <w:sz w:val="24"/>
          <w:szCs w:val="24"/>
          <w:lang w:val="ru-RU"/>
        </w:rPr>
      </w:pPr>
    </w:p>
    <w:sectPr w:rsidR="00B823AE" w:rsidSect="00A51AA5">
      <w:pgSz w:w="12240" w:h="15840"/>
      <w:pgMar w:top="709" w:right="900" w:bottom="567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irtec Times New Roman Uz">
    <w:panose1 w:val="02020603050405020304"/>
    <w:charset w:val="CC"/>
    <w:family w:val="roman"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515E0"/>
    <w:multiLevelType w:val="hybridMultilevel"/>
    <w:tmpl w:val="9084C16A"/>
    <w:lvl w:ilvl="0" w:tplc="A38CCEFA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9E0310B"/>
    <w:multiLevelType w:val="hybridMultilevel"/>
    <w:tmpl w:val="4EC2D1E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F2601E"/>
    <w:multiLevelType w:val="hybridMultilevel"/>
    <w:tmpl w:val="A82E6A2E"/>
    <w:lvl w:ilvl="0" w:tplc="36A231E6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44886526"/>
    <w:multiLevelType w:val="hybridMultilevel"/>
    <w:tmpl w:val="3250904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60B34BE"/>
    <w:multiLevelType w:val="hybridMultilevel"/>
    <w:tmpl w:val="2E9C9572"/>
    <w:lvl w:ilvl="0" w:tplc="9CAAB354">
      <w:start w:val="19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BCF520D"/>
    <w:multiLevelType w:val="hybridMultilevel"/>
    <w:tmpl w:val="3216DF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C5570C3"/>
    <w:multiLevelType w:val="hybridMultilevel"/>
    <w:tmpl w:val="B6D6CC6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0823170"/>
    <w:multiLevelType w:val="hybridMultilevel"/>
    <w:tmpl w:val="33C09374"/>
    <w:lvl w:ilvl="0" w:tplc="0409000F">
      <w:start w:val="2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3B312E1"/>
    <w:multiLevelType w:val="hybridMultilevel"/>
    <w:tmpl w:val="A936054E"/>
    <w:lvl w:ilvl="0" w:tplc="040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4355C39"/>
    <w:multiLevelType w:val="hybridMultilevel"/>
    <w:tmpl w:val="956CE330"/>
    <w:lvl w:ilvl="0" w:tplc="90B4ED20">
      <w:start w:val="1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10">
    <w:nsid w:val="74E00E8E"/>
    <w:multiLevelType w:val="hybridMultilevel"/>
    <w:tmpl w:val="4094FAB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C231275"/>
    <w:multiLevelType w:val="hybridMultilevel"/>
    <w:tmpl w:val="5748F23A"/>
    <w:lvl w:ilvl="0" w:tplc="C50A85B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11"/>
  </w:num>
  <w:num w:numId="5">
    <w:abstractNumId w:val="2"/>
  </w:num>
  <w:num w:numId="6">
    <w:abstractNumId w:val="5"/>
  </w:num>
  <w:num w:numId="7">
    <w:abstractNumId w:val="3"/>
  </w:num>
  <w:num w:numId="8">
    <w:abstractNumId w:val="7"/>
  </w:num>
  <w:num w:numId="9">
    <w:abstractNumId w:val="1"/>
  </w:num>
  <w:num w:numId="10">
    <w:abstractNumId w:val="4"/>
  </w:num>
  <w:num w:numId="11">
    <w:abstractNumId w:val="8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0AF9"/>
    <w:rsid w:val="00003973"/>
    <w:rsid w:val="00040317"/>
    <w:rsid w:val="0004038E"/>
    <w:rsid w:val="000724D5"/>
    <w:rsid w:val="000760BB"/>
    <w:rsid w:val="000B0811"/>
    <w:rsid w:val="000B74F7"/>
    <w:rsid w:val="001666ED"/>
    <w:rsid w:val="0017406C"/>
    <w:rsid w:val="001D1E11"/>
    <w:rsid w:val="0021644B"/>
    <w:rsid w:val="0024291C"/>
    <w:rsid w:val="00264A9B"/>
    <w:rsid w:val="002715A1"/>
    <w:rsid w:val="00291A21"/>
    <w:rsid w:val="002B53BB"/>
    <w:rsid w:val="002C2A81"/>
    <w:rsid w:val="002C48A7"/>
    <w:rsid w:val="00304A7C"/>
    <w:rsid w:val="00311452"/>
    <w:rsid w:val="00311E44"/>
    <w:rsid w:val="00332B2B"/>
    <w:rsid w:val="003538C1"/>
    <w:rsid w:val="0036558A"/>
    <w:rsid w:val="003A1485"/>
    <w:rsid w:val="003A5A85"/>
    <w:rsid w:val="003C1D3B"/>
    <w:rsid w:val="003E1CF5"/>
    <w:rsid w:val="003E3E3D"/>
    <w:rsid w:val="00405D78"/>
    <w:rsid w:val="00417EF8"/>
    <w:rsid w:val="00453DA6"/>
    <w:rsid w:val="004724D0"/>
    <w:rsid w:val="00482E89"/>
    <w:rsid w:val="004A53FD"/>
    <w:rsid w:val="004F0D54"/>
    <w:rsid w:val="005255D2"/>
    <w:rsid w:val="00531ED5"/>
    <w:rsid w:val="00535C88"/>
    <w:rsid w:val="00542842"/>
    <w:rsid w:val="005C1BB2"/>
    <w:rsid w:val="005C533C"/>
    <w:rsid w:val="005D7E3C"/>
    <w:rsid w:val="005E39E4"/>
    <w:rsid w:val="0063152D"/>
    <w:rsid w:val="006413FE"/>
    <w:rsid w:val="00647656"/>
    <w:rsid w:val="00661CA1"/>
    <w:rsid w:val="006C117C"/>
    <w:rsid w:val="006C68C9"/>
    <w:rsid w:val="006E0AF9"/>
    <w:rsid w:val="006E4FB6"/>
    <w:rsid w:val="006E6A8C"/>
    <w:rsid w:val="006F025A"/>
    <w:rsid w:val="006F3349"/>
    <w:rsid w:val="00702364"/>
    <w:rsid w:val="007032EE"/>
    <w:rsid w:val="007048B7"/>
    <w:rsid w:val="00706436"/>
    <w:rsid w:val="00714C8D"/>
    <w:rsid w:val="007419DD"/>
    <w:rsid w:val="00747466"/>
    <w:rsid w:val="007517FC"/>
    <w:rsid w:val="00754973"/>
    <w:rsid w:val="007D3C2A"/>
    <w:rsid w:val="007D7FD1"/>
    <w:rsid w:val="0080215B"/>
    <w:rsid w:val="00850C7C"/>
    <w:rsid w:val="00871CA9"/>
    <w:rsid w:val="00881013"/>
    <w:rsid w:val="00887CC5"/>
    <w:rsid w:val="008B30EA"/>
    <w:rsid w:val="008F1F4D"/>
    <w:rsid w:val="009602B7"/>
    <w:rsid w:val="00986B30"/>
    <w:rsid w:val="00A04BE7"/>
    <w:rsid w:val="00A07864"/>
    <w:rsid w:val="00A33CE4"/>
    <w:rsid w:val="00A50F1F"/>
    <w:rsid w:val="00A51AA5"/>
    <w:rsid w:val="00A7422C"/>
    <w:rsid w:val="00AC5710"/>
    <w:rsid w:val="00AE5FC6"/>
    <w:rsid w:val="00AF52CF"/>
    <w:rsid w:val="00B137E9"/>
    <w:rsid w:val="00B23E38"/>
    <w:rsid w:val="00B617D6"/>
    <w:rsid w:val="00B823AE"/>
    <w:rsid w:val="00BA67C5"/>
    <w:rsid w:val="00BB50A1"/>
    <w:rsid w:val="00BB7CB5"/>
    <w:rsid w:val="00C356FF"/>
    <w:rsid w:val="00C45B3E"/>
    <w:rsid w:val="00C91E40"/>
    <w:rsid w:val="00C96BB4"/>
    <w:rsid w:val="00D423E9"/>
    <w:rsid w:val="00D46F82"/>
    <w:rsid w:val="00D541D0"/>
    <w:rsid w:val="00D61479"/>
    <w:rsid w:val="00D7275A"/>
    <w:rsid w:val="00D958E7"/>
    <w:rsid w:val="00DA1CD4"/>
    <w:rsid w:val="00DC4ED7"/>
    <w:rsid w:val="00DD098F"/>
    <w:rsid w:val="00DD2BC2"/>
    <w:rsid w:val="00DE04D4"/>
    <w:rsid w:val="00EB02AF"/>
    <w:rsid w:val="00EF5AAC"/>
    <w:rsid w:val="00F02233"/>
    <w:rsid w:val="00F077E7"/>
    <w:rsid w:val="00F31774"/>
    <w:rsid w:val="00F42506"/>
    <w:rsid w:val="00F76CDB"/>
    <w:rsid w:val="00F80C31"/>
    <w:rsid w:val="00F93A54"/>
    <w:rsid w:val="00FB47B1"/>
    <w:rsid w:val="00FE53D4"/>
    <w:rsid w:val="00FE6A9C"/>
    <w:rsid w:val="00FF3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F1F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7FD1"/>
    <w:pPr>
      <w:ind w:left="720"/>
      <w:contextualSpacing/>
    </w:pPr>
  </w:style>
  <w:style w:type="table" w:styleId="TableGrid">
    <w:name w:val="Table Grid"/>
    <w:basedOn w:val="TableNormal"/>
    <w:uiPriority w:val="99"/>
    <w:rsid w:val="0036558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483</TotalTime>
  <Pages>10</Pages>
  <Words>2684</Words>
  <Characters>15305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195</cp:revision>
  <dcterms:created xsi:type="dcterms:W3CDTF">2013-07-30T04:53:00Z</dcterms:created>
  <dcterms:modified xsi:type="dcterms:W3CDTF">2013-07-31T10:57:00Z</dcterms:modified>
</cp:coreProperties>
</file>